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6B20D446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</w:t>
      </w:r>
      <w:r w:rsidR="001E5E25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1E5E25">
        <w:rPr>
          <w:rFonts w:ascii="Corbel" w:hAnsi="Corbel"/>
          <w:bCs/>
          <w:i/>
        </w:rPr>
        <w:t>19</w:t>
      </w:r>
    </w:p>
    <w:p w14:paraId="107684E1" w14:textId="77777777" w:rsidR="00AC72DD" w:rsidRPr="00B169DF" w:rsidRDefault="00AC72DD" w:rsidP="00AC72D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DD4728C" w14:textId="1822004F" w:rsidR="00AC72DD" w:rsidRPr="00B169DF" w:rsidRDefault="00AC72DD" w:rsidP="00AC72D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1E5E25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1E5E25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i/>
          <w:smallCaps/>
          <w:sz w:val="24"/>
          <w:szCs w:val="24"/>
        </w:rPr>
        <w:t xml:space="preserve"> – 202</w:t>
      </w:r>
      <w:r w:rsidR="001E5E25">
        <w:rPr>
          <w:rFonts w:ascii="Corbel" w:hAnsi="Corbel"/>
          <w:i/>
          <w:smallCaps/>
          <w:sz w:val="24"/>
          <w:szCs w:val="24"/>
        </w:rPr>
        <w:t>5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1E5E25">
        <w:rPr>
          <w:rFonts w:ascii="Corbel" w:hAnsi="Corbel"/>
          <w:i/>
          <w:smallCaps/>
          <w:sz w:val="24"/>
          <w:szCs w:val="24"/>
        </w:rPr>
        <w:t>6</w:t>
      </w:r>
    </w:p>
    <w:p w14:paraId="4A3B3149" w14:textId="77777777" w:rsidR="00AC72DD" w:rsidRPr="00B169DF" w:rsidRDefault="00AC72DD" w:rsidP="00AC72D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5BDEA1D9" w14:textId="4DB495BB" w:rsidR="00AC72DD" w:rsidRPr="00B169DF" w:rsidRDefault="00AC72DD" w:rsidP="00AC72D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z w:val="20"/>
          <w:szCs w:val="20"/>
        </w:rPr>
        <w:t>202</w:t>
      </w:r>
      <w:r w:rsidR="001E5E25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1E5E25">
        <w:rPr>
          <w:rFonts w:ascii="Corbel" w:hAnsi="Corbel"/>
          <w:sz w:val="20"/>
          <w:szCs w:val="20"/>
        </w:rPr>
        <w:t>3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C72DD" w:rsidRPr="00B169DF" w14:paraId="7B6B3F27" w14:textId="77777777" w:rsidTr="00AC72DD">
        <w:tc>
          <w:tcPr>
            <w:tcW w:w="2694" w:type="dxa"/>
            <w:vAlign w:val="center"/>
          </w:tcPr>
          <w:p w14:paraId="07010FBB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7D26FBD4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konstytucyjne</w:t>
            </w:r>
          </w:p>
        </w:tc>
      </w:tr>
      <w:tr w:rsidR="00AC72DD" w:rsidRPr="00B169DF" w14:paraId="1820FF8A" w14:textId="77777777" w:rsidTr="00AC72DD">
        <w:tc>
          <w:tcPr>
            <w:tcW w:w="2694" w:type="dxa"/>
            <w:vAlign w:val="center"/>
          </w:tcPr>
          <w:p w14:paraId="5C62B05B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1147032" w14:textId="77777777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C72DD" w:rsidRPr="00B169DF" w14:paraId="4D36C4B5" w14:textId="77777777" w:rsidTr="00AC72DD">
        <w:tc>
          <w:tcPr>
            <w:tcW w:w="2694" w:type="dxa"/>
            <w:vAlign w:val="center"/>
          </w:tcPr>
          <w:p w14:paraId="44F80EA6" w14:textId="77777777" w:rsidR="00AC72DD" w:rsidRPr="00B169DF" w:rsidRDefault="00AC72DD" w:rsidP="00AC72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56D503" w14:textId="62599242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C72DD" w:rsidRPr="00B169DF" w14:paraId="6C3038C7" w14:textId="77777777" w:rsidTr="00AC72DD">
        <w:tc>
          <w:tcPr>
            <w:tcW w:w="2694" w:type="dxa"/>
            <w:vAlign w:val="center"/>
          </w:tcPr>
          <w:p w14:paraId="49252DE4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14CD8FA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</w:t>
            </w:r>
          </w:p>
        </w:tc>
      </w:tr>
      <w:tr w:rsidR="00AC72DD" w:rsidRPr="00B169DF" w14:paraId="192BD65A" w14:textId="77777777" w:rsidTr="00AC72DD">
        <w:tc>
          <w:tcPr>
            <w:tcW w:w="2694" w:type="dxa"/>
            <w:vAlign w:val="center"/>
          </w:tcPr>
          <w:p w14:paraId="10FF2062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1C2CB0FC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AC72DD" w:rsidRPr="00B169DF" w14:paraId="70304835" w14:textId="77777777" w:rsidTr="00AC72DD">
        <w:tc>
          <w:tcPr>
            <w:tcW w:w="2694" w:type="dxa"/>
            <w:vAlign w:val="center"/>
          </w:tcPr>
          <w:p w14:paraId="41CAFCB5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798E75EE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C72DD" w:rsidRPr="00B169DF" w14:paraId="388F3755" w14:textId="77777777" w:rsidTr="00AC72DD">
        <w:tc>
          <w:tcPr>
            <w:tcW w:w="2694" w:type="dxa"/>
            <w:vAlign w:val="center"/>
          </w:tcPr>
          <w:p w14:paraId="074F09CD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94F291D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C72DD" w:rsidRPr="00B169DF" w14:paraId="09205566" w14:textId="77777777" w:rsidTr="00AC72DD">
        <w:tc>
          <w:tcPr>
            <w:tcW w:w="2694" w:type="dxa"/>
            <w:vAlign w:val="center"/>
          </w:tcPr>
          <w:p w14:paraId="694A7C70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1CE92EE7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AC72DD" w:rsidRPr="00B169DF" w14:paraId="0C05C2EC" w14:textId="77777777" w:rsidTr="00AC72DD">
        <w:tc>
          <w:tcPr>
            <w:tcW w:w="2694" w:type="dxa"/>
            <w:vAlign w:val="center"/>
          </w:tcPr>
          <w:p w14:paraId="3878DA9C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F676120" w14:textId="3EA2B971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 rok</w:t>
            </w:r>
            <w:r w:rsidR="00070B56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 III i IV semestr</w:t>
            </w:r>
          </w:p>
        </w:tc>
      </w:tr>
      <w:tr w:rsidR="00AC72DD" w:rsidRPr="00B169DF" w14:paraId="7ACCBA8E" w14:textId="77777777" w:rsidTr="00AC72DD">
        <w:tc>
          <w:tcPr>
            <w:tcW w:w="2694" w:type="dxa"/>
            <w:vAlign w:val="center"/>
          </w:tcPr>
          <w:p w14:paraId="54139759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3217A8EB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AC72DD" w:rsidRPr="00B169DF" w14:paraId="331F9495" w14:textId="77777777" w:rsidTr="00AC72DD">
        <w:tc>
          <w:tcPr>
            <w:tcW w:w="2694" w:type="dxa"/>
            <w:vAlign w:val="center"/>
          </w:tcPr>
          <w:p w14:paraId="1B1DE481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50B81025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72DD" w:rsidRPr="00B169DF" w14:paraId="339BFB5F" w14:textId="77777777" w:rsidTr="00AC72DD">
        <w:tc>
          <w:tcPr>
            <w:tcW w:w="2694" w:type="dxa"/>
            <w:vAlign w:val="center"/>
          </w:tcPr>
          <w:p w14:paraId="5D93ED52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40502DF0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AC72DD" w:rsidRPr="00B169DF" w14:paraId="0AD0E368" w14:textId="77777777" w:rsidTr="00AC72DD">
        <w:tc>
          <w:tcPr>
            <w:tcW w:w="2694" w:type="dxa"/>
            <w:vAlign w:val="center"/>
          </w:tcPr>
          <w:p w14:paraId="020748E0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E605BC" w14:textId="77777777" w:rsidR="00AC72DD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Wykład: dr hab. Radosław Grabowski, prof. UR</w:t>
            </w:r>
          </w:p>
          <w:p w14:paraId="6C837949" w14:textId="33501393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Ćwiczenia: dr Justyna Ciechanowska / dr Anna Hadała-Skóra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AC72D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AC72D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B618B7D" w:rsidR="00015B8F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2F23C52C" w:rsidR="00015B8F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64614481" w:rsidR="00015B8F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47A5C6A" w:rsidR="00015B8F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C72DD" w:rsidRPr="00B169DF" w14:paraId="2ADEC293" w14:textId="77777777" w:rsidTr="00AC72D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44E7" w14:textId="6C742794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5399" w14:textId="3808272A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0666" w14:textId="18D73E36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4D98" w14:textId="77777777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B88E" w14:textId="77777777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EE7D" w14:textId="77777777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EF26" w14:textId="77777777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786B" w14:textId="77777777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8521" w14:textId="77777777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F7D0" w14:textId="3537FADE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750606E" w:rsidR="0085747A" w:rsidRPr="00B169DF" w:rsidRDefault="00AC72D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AF0FB5" w14:textId="03159F8A" w:rsidR="00051BCF" w:rsidRDefault="00051BCF" w:rsidP="00FD4D0E">
      <w:pPr>
        <w:pStyle w:val="Punktygwne"/>
        <w:spacing w:before="0" w:after="0"/>
        <w:ind w:left="708"/>
        <w:rPr>
          <w:rFonts w:ascii="Corbel" w:hAnsi="Corbel"/>
          <w:b w:val="0"/>
          <w:szCs w:val="24"/>
        </w:rPr>
      </w:pPr>
      <w:r w:rsidRPr="00051BCF">
        <w:rPr>
          <w:rFonts w:ascii="Corbel" w:hAnsi="Corbel"/>
          <w:b w:val="0"/>
          <w:szCs w:val="24"/>
        </w:rPr>
        <w:t>sem.</w:t>
      </w:r>
      <w:r>
        <w:rPr>
          <w:rFonts w:ascii="Corbel" w:hAnsi="Corbel"/>
          <w:b w:val="0"/>
          <w:szCs w:val="24"/>
        </w:rPr>
        <w:t xml:space="preserve"> III   </w:t>
      </w:r>
      <w:r w:rsidRPr="00051BCF">
        <w:rPr>
          <w:rFonts w:ascii="Corbel" w:hAnsi="Corbel"/>
          <w:b w:val="0"/>
          <w:szCs w:val="24"/>
        </w:rPr>
        <w:t>wykład</w:t>
      </w:r>
      <w:r w:rsidR="00FD4D0E">
        <w:rPr>
          <w:rFonts w:ascii="Corbel" w:hAnsi="Corbel"/>
          <w:b w:val="0"/>
          <w:szCs w:val="24"/>
        </w:rPr>
        <w:t xml:space="preserve"> </w:t>
      </w:r>
      <w:r w:rsidR="00FD4D0E" w:rsidRPr="007902BB">
        <w:rPr>
          <w:rFonts w:ascii="Corbel" w:hAnsi="Corbel"/>
          <w:b w:val="0"/>
          <w:szCs w:val="24"/>
        </w:rPr>
        <w:t>–</w:t>
      </w:r>
      <w:r w:rsidR="00FD4D0E">
        <w:rPr>
          <w:rFonts w:ascii="Corbel" w:hAnsi="Corbel"/>
          <w:b w:val="0"/>
          <w:szCs w:val="24"/>
        </w:rPr>
        <w:t xml:space="preserve"> </w:t>
      </w:r>
      <w:r w:rsidRPr="00051BCF">
        <w:rPr>
          <w:rFonts w:ascii="Corbel" w:hAnsi="Corbel"/>
          <w:b w:val="0"/>
          <w:szCs w:val="24"/>
        </w:rPr>
        <w:t>zaliczenie</w:t>
      </w:r>
      <w:r>
        <w:rPr>
          <w:rFonts w:ascii="Corbel" w:hAnsi="Corbel"/>
          <w:b w:val="0"/>
          <w:szCs w:val="24"/>
        </w:rPr>
        <w:t xml:space="preserve"> </w:t>
      </w:r>
      <w:r w:rsidRPr="00051BCF">
        <w:rPr>
          <w:rFonts w:ascii="Corbel" w:hAnsi="Corbel"/>
          <w:b w:val="0"/>
          <w:szCs w:val="24"/>
        </w:rPr>
        <w:t>bez</w:t>
      </w:r>
      <w:r>
        <w:rPr>
          <w:rFonts w:ascii="Corbel" w:hAnsi="Corbel"/>
          <w:b w:val="0"/>
          <w:szCs w:val="24"/>
        </w:rPr>
        <w:t xml:space="preserve"> </w:t>
      </w:r>
      <w:r w:rsidRPr="00051BCF">
        <w:rPr>
          <w:rFonts w:ascii="Corbel" w:hAnsi="Corbel"/>
          <w:b w:val="0"/>
          <w:szCs w:val="24"/>
        </w:rPr>
        <w:t>oceny</w:t>
      </w:r>
      <w:r>
        <w:rPr>
          <w:rFonts w:ascii="Corbel" w:hAnsi="Corbel"/>
          <w:b w:val="0"/>
          <w:szCs w:val="24"/>
        </w:rPr>
        <w:t xml:space="preserve">  / </w:t>
      </w:r>
      <w:r w:rsidRPr="00051BCF">
        <w:rPr>
          <w:rFonts w:ascii="Corbel" w:hAnsi="Corbel"/>
          <w:b w:val="0"/>
          <w:szCs w:val="24"/>
        </w:rPr>
        <w:t>ćwiczenia</w:t>
      </w:r>
      <w:r w:rsidR="00FD4D0E">
        <w:rPr>
          <w:rFonts w:ascii="Corbel" w:hAnsi="Corbel"/>
          <w:b w:val="0"/>
          <w:szCs w:val="24"/>
        </w:rPr>
        <w:t xml:space="preserve"> </w:t>
      </w:r>
      <w:r w:rsidR="00FD4D0E" w:rsidRPr="007902BB">
        <w:rPr>
          <w:rFonts w:ascii="Corbel" w:hAnsi="Corbel"/>
          <w:b w:val="0"/>
          <w:szCs w:val="24"/>
        </w:rPr>
        <w:t>–</w:t>
      </w:r>
      <w:r w:rsidR="00FD4D0E"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>zaliczenie z oceną</w:t>
      </w:r>
    </w:p>
    <w:p w14:paraId="59D494C9" w14:textId="51423353" w:rsidR="00070B56" w:rsidRPr="00B169DF" w:rsidRDefault="00051BCF" w:rsidP="00FD4D0E">
      <w:pPr>
        <w:pStyle w:val="Punktygwne"/>
        <w:spacing w:before="0" w:after="0"/>
        <w:ind w:left="708"/>
        <w:rPr>
          <w:rFonts w:ascii="Corbel" w:hAnsi="Corbel"/>
          <w:b w:val="0"/>
          <w:szCs w:val="24"/>
        </w:rPr>
      </w:pPr>
      <w:r w:rsidRPr="00051BCF">
        <w:rPr>
          <w:rFonts w:ascii="Corbel" w:hAnsi="Corbel"/>
          <w:b w:val="0"/>
          <w:szCs w:val="24"/>
        </w:rPr>
        <w:t>sem.I</w:t>
      </w:r>
      <w:r>
        <w:rPr>
          <w:rFonts w:ascii="Corbel" w:hAnsi="Corbel"/>
          <w:b w:val="0"/>
          <w:szCs w:val="24"/>
        </w:rPr>
        <w:t xml:space="preserve">V    </w:t>
      </w:r>
      <w:r w:rsidR="00070B56" w:rsidRPr="007902BB">
        <w:rPr>
          <w:rFonts w:ascii="Corbel" w:hAnsi="Corbel"/>
          <w:b w:val="0"/>
          <w:szCs w:val="24"/>
        </w:rPr>
        <w:t>wykład – egzamin</w:t>
      </w:r>
      <w:r>
        <w:rPr>
          <w:rFonts w:ascii="Corbel" w:hAnsi="Corbel"/>
          <w:b w:val="0"/>
          <w:szCs w:val="24"/>
        </w:rPr>
        <w:t xml:space="preserve">  /  </w:t>
      </w:r>
      <w:r w:rsidR="00070B56">
        <w:rPr>
          <w:rFonts w:ascii="Corbel" w:hAnsi="Corbel"/>
          <w:b w:val="0"/>
          <w:szCs w:val="24"/>
        </w:rPr>
        <w:t>ćwiczenia – zaliczenie z oceną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2C263CAD" w:rsidR="0085747A" w:rsidRPr="00B169DF" w:rsidRDefault="00070B56" w:rsidP="00070B5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02BB">
              <w:rPr>
                <w:rFonts w:ascii="Corbel" w:hAnsi="Corbel"/>
                <w:b w:val="0"/>
                <w:szCs w:val="24"/>
              </w:rPr>
              <w:t>Nauka o państwie i polityce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70B56" w:rsidRPr="00B169DF" w14:paraId="3370B0D4" w14:textId="77777777" w:rsidTr="00070B56">
        <w:tc>
          <w:tcPr>
            <w:tcW w:w="845" w:type="dxa"/>
            <w:vAlign w:val="center"/>
          </w:tcPr>
          <w:p w14:paraId="14E4A467" w14:textId="77777777" w:rsidR="00070B56" w:rsidRPr="00B169DF" w:rsidRDefault="00070B56" w:rsidP="00070B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454E060" w14:textId="004D3BB9" w:rsidR="00070B56" w:rsidRPr="00B169DF" w:rsidRDefault="00070B56" w:rsidP="00070B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sz w:val="24"/>
                <w:szCs w:val="24"/>
              </w:rPr>
              <w:t>Celem prowadzonych zajęć jest zapoznanie studenta z przyjętą na gruncie Konstytucji z 1997 r. konstrukcją ustroju państwowego III RP (geneza ustrojowa, zasady, mechanizmy i instytucje prawne, orzecznictwo, doktryna, praktyka ustrojowa)</w:t>
            </w:r>
          </w:p>
        </w:tc>
      </w:tr>
    </w:tbl>
    <w:p w14:paraId="41E41984" w14:textId="77777777" w:rsidR="00070B56" w:rsidRDefault="00070B56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6B57CD0" w14:textId="30A19529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6"/>
        <w:gridCol w:w="6569"/>
        <w:gridCol w:w="1695"/>
      </w:tblGrid>
      <w:tr w:rsidR="00070B56" w:rsidRPr="008D10A3" w14:paraId="1215DFDD" w14:textId="77777777" w:rsidTr="00070B56">
        <w:tc>
          <w:tcPr>
            <w:tcW w:w="1256" w:type="dxa"/>
            <w:vAlign w:val="center"/>
          </w:tcPr>
          <w:p w14:paraId="1DA2A1BF" w14:textId="78ABEB09" w:rsidR="00070B56" w:rsidRPr="008D10A3" w:rsidRDefault="00070B56" w:rsidP="00070B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EK (efekt uczenia się)</w:t>
            </w:r>
          </w:p>
        </w:tc>
        <w:tc>
          <w:tcPr>
            <w:tcW w:w="6569" w:type="dxa"/>
            <w:vAlign w:val="center"/>
          </w:tcPr>
          <w:p w14:paraId="0323E36C" w14:textId="0F64FE89" w:rsidR="00070B56" w:rsidRPr="008D10A3" w:rsidRDefault="00070B56" w:rsidP="00070B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695" w:type="dxa"/>
            <w:vAlign w:val="center"/>
          </w:tcPr>
          <w:p w14:paraId="12D86135" w14:textId="0C54A438" w:rsidR="00070B56" w:rsidRPr="008D10A3" w:rsidRDefault="00070B56" w:rsidP="00070B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070B56" w:rsidRPr="008D10A3" w14:paraId="1DB5DB44" w14:textId="77777777" w:rsidTr="00070B56">
        <w:tc>
          <w:tcPr>
            <w:tcW w:w="1256" w:type="dxa"/>
          </w:tcPr>
          <w:p w14:paraId="6C39CED7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</w:t>
            </w:r>
            <w:r w:rsidRPr="008D10A3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569" w:type="dxa"/>
          </w:tcPr>
          <w:p w14:paraId="00C0F8BC" w14:textId="1FBD945A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pogłębioną i rozszerzoną wiedzę o charakterze </w:t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nauki prawa konstytucyjnego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jej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usytuowaniu oraz znaczeniu w systemie nauk oraz o relacj</w:t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innych nauk;</w:t>
            </w:r>
          </w:p>
        </w:tc>
        <w:tc>
          <w:tcPr>
            <w:tcW w:w="1695" w:type="dxa"/>
          </w:tcPr>
          <w:p w14:paraId="0612E3B2" w14:textId="31C8C552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K_W01</w:t>
            </w:r>
          </w:p>
        </w:tc>
      </w:tr>
      <w:tr w:rsidR="00070B56" w:rsidRPr="008D10A3" w14:paraId="0BC562B5" w14:textId="77777777" w:rsidTr="00070B56">
        <w:trPr>
          <w:trHeight w:val="377"/>
        </w:trPr>
        <w:tc>
          <w:tcPr>
            <w:tcW w:w="1256" w:type="dxa"/>
          </w:tcPr>
          <w:p w14:paraId="64A97622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569" w:type="dxa"/>
          </w:tcPr>
          <w:p w14:paraId="5425DA44" w14:textId="28C72083" w:rsidR="00070B56" w:rsidRPr="008D10A3" w:rsidRDefault="00070B56" w:rsidP="00712D49">
            <w:pPr>
              <w:spacing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pogłębioną i rozszerzoną wiedzę na temat norm, reguł i instytucji prawnych zarówno w zakresie </w:t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prawa konstytucyjnego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695" w:type="dxa"/>
          </w:tcPr>
          <w:p w14:paraId="4B33580A" w14:textId="69AA0EDA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K_W02</w:t>
            </w:r>
          </w:p>
        </w:tc>
      </w:tr>
      <w:tr w:rsidR="00070B56" w:rsidRPr="008D10A3" w14:paraId="58550080" w14:textId="77777777" w:rsidTr="00070B56">
        <w:tc>
          <w:tcPr>
            <w:tcW w:w="1256" w:type="dxa"/>
          </w:tcPr>
          <w:p w14:paraId="2E6882E3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569" w:type="dxa"/>
          </w:tcPr>
          <w:p w14:paraId="7A71FCBA" w14:textId="2EE8C995" w:rsidR="00070B56" w:rsidRPr="008D10A3" w:rsidRDefault="00070B56" w:rsidP="00712D49">
            <w:pPr>
              <w:spacing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pogłębioną wiedzę na temat źródeł i instytucji </w:t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prawa konstytucyjnego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, relacji pomiędzy prawem UE a prawem polskim</w:t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, w tym prawem konstytucyjnym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1695" w:type="dxa"/>
          </w:tcPr>
          <w:p w14:paraId="01F9699B" w14:textId="0264DD02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K_W03</w:t>
            </w:r>
          </w:p>
        </w:tc>
      </w:tr>
      <w:tr w:rsidR="00070B56" w:rsidRPr="008D10A3" w14:paraId="7B1B3A31" w14:textId="77777777" w:rsidTr="00070B56">
        <w:tc>
          <w:tcPr>
            <w:tcW w:w="1256" w:type="dxa"/>
          </w:tcPr>
          <w:p w14:paraId="50011A40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569" w:type="dxa"/>
          </w:tcPr>
          <w:p w14:paraId="5558DB5F" w14:textId="77777777" w:rsidR="00070B56" w:rsidRPr="008D10A3" w:rsidRDefault="00070B56" w:rsidP="00712D49">
            <w:pPr>
              <w:spacing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pogłębioną wiedzę na temat procesów stanowienia 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prawa;</w:t>
            </w:r>
          </w:p>
        </w:tc>
        <w:tc>
          <w:tcPr>
            <w:tcW w:w="1695" w:type="dxa"/>
          </w:tcPr>
          <w:p w14:paraId="4CE4A859" w14:textId="324F307D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K_W04</w:t>
            </w:r>
          </w:p>
        </w:tc>
      </w:tr>
      <w:tr w:rsidR="00070B56" w:rsidRPr="008D10A3" w14:paraId="71E3FF78" w14:textId="77777777" w:rsidTr="00070B56">
        <w:tc>
          <w:tcPr>
            <w:tcW w:w="1256" w:type="dxa"/>
          </w:tcPr>
          <w:p w14:paraId="5E945E2A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569" w:type="dxa"/>
          </w:tcPr>
          <w:p w14:paraId="7CED4E8A" w14:textId="77777777" w:rsidR="00070B56" w:rsidRPr="008D10A3" w:rsidRDefault="00070B56" w:rsidP="00712D49">
            <w:pPr>
              <w:spacing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pogłębioną wiedzę na temat procesów stosowania prawa;</w:t>
            </w:r>
          </w:p>
        </w:tc>
        <w:tc>
          <w:tcPr>
            <w:tcW w:w="1695" w:type="dxa"/>
          </w:tcPr>
          <w:p w14:paraId="36EB09CE" w14:textId="7EC4A677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K_W05</w:t>
            </w:r>
          </w:p>
        </w:tc>
      </w:tr>
      <w:tr w:rsidR="00070B56" w:rsidRPr="008D10A3" w14:paraId="16480894" w14:textId="77777777" w:rsidTr="00070B56">
        <w:tc>
          <w:tcPr>
            <w:tcW w:w="1256" w:type="dxa"/>
          </w:tcPr>
          <w:p w14:paraId="52CCA46A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569" w:type="dxa"/>
          </w:tcPr>
          <w:p w14:paraId="0FCC603C" w14:textId="3AC75B2D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terminologię właściwą dla języka prawnego i prawniczego oraz zna i rozumie podstawowe pojęcia jakimi 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posługuje się nauka prawa konstytucyjnego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1695" w:type="dxa"/>
          </w:tcPr>
          <w:p w14:paraId="2E949C97" w14:textId="4EC71666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K_W06</w:t>
            </w:r>
          </w:p>
        </w:tc>
      </w:tr>
      <w:tr w:rsidR="00070B56" w:rsidRPr="008D10A3" w14:paraId="4F7B51AE" w14:textId="77777777" w:rsidTr="00070B56">
        <w:trPr>
          <w:trHeight w:val="701"/>
        </w:trPr>
        <w:tc>
          <w:tcPr>
            <w:tcW w:w="1256" w:type="dxa"/>
          </w:tcPr>
          <w:p w14:paraId="647DC053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569" w:type="dxa"/>
          </w:tcPr>
          <w:p w14:paraId="47481096" w14:textId="77777777" w:rsidR="00070B56" w:rsidRPr="008D10A3" w:rsidRDefault="00070B56" w:rsidP="00712D49">
            <w:pPr>
              <w:spacing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rozszerzoną wiedzę na temat struktur i instytucji 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polskiego systemu prawa (w tym władzy: ustawodawczej, wykonawczej i sądowniczej, organów i instytucji ochrony prawa);</w:t>
            </w:r>
          </w:p>
        </w:tc>
        <w:tc>
          <w:tcPr>
            <w:tcW w:w="1695" w:type="dxa"/>
          </w:tcPr>
          <w:p w14:paraId="32B11B91" w14:textId="197DC11F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K_W07</w:t>
            </w:r>
          </w:p>
        </w:tc>
      </w:tr>
      <w:tr w:rsidR="00070B56" w:rsidRPr="008D10A3" w14:paraId="6851D28C" w14:textId="77777777" w:rsidTr="00070B56">
        <w:tc>
          <w:tcPr>
            <w:tcW w:w="1256" w:type="dxa"/>
          </w:tcPr>
          <w:p w14:paraId="48F96F68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EK_08</w:t>
            </w:r>
          </w:p>
          <w:p w14:paraId="2433B18A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9" w:type="dxa"/>
          </w:tcPr>
          <w:p w14:paraId="6E2EBCEB" w14:textId="77777777" w:rsidR="00070B56" w:rsidRPr="008D10A3" w:rsidRDefault="00070B56" w:rsidP="00712D49">
            <w:pPr>
              <w:spacing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rozszerzoną wiedzę na temat ustroju, struktur i zasad funkcjonowania demokratycznego państwa prawnego;</w:t>
            </w:r>
          </w:p>
        </w:tc>
        <w:tc>
          <w:tcPr>
            <w:tcW w:w="1695" w:type="dxa"/>
          </w:tcPr>
          <w:p w14:paraId="12126FA5" w14:textId="38A853B7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K_W08</w:t>
            </w:r>
          </w:p>
        </w:tc>
      </w:tr>
      <w:tr w:rsidR="00070B56" w:rsidRPr="008D10A3" w14:paraId="5EC4AB3D" w14:textId="77777777" w:rsidTr="00070B56">
        <w:tc>
          <w:tcPr>
            <w:tcW w:w="1256" w:type="dxa"/>
          </w:tcPr>
          <w:p w14:paraId="26073B3F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EK_09</w:t>
            </w:r>
          </w:p>
          <w:p w14:paraId="7E78B96C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9" w:type="dxa"/>
          </w:tcPr>
          <w:p w14:paraId="786E66C2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pogłębioną wiedzę na temat zasad i norm etycznych oraz etyki zawodowej;</w:t>
            </w:r>
          </w:p>
        </w:tc>
        <w:tc>
          <w:tcPr>
            <w:tcW w:w="1695" w:type="dxa"/>
          </w:tcPr>
          <w:p w14:paraId="3E690A80" w14:textId="18FF7D6F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K_W09</w:t>
            </w:r>
          </w:p>
        </w:tc>
      </w:tr>
      <w:tr w:rsidR="00070B56" w:rsidRPr="008D10A3" w14:paraId="0D567928" w14:textId="77777777" w:rsidTr="00070B56">
        <w:tc>
          <w:tcPr>
            <w:tcW w:w="1256" w:type="dxa"/>
          </w:tcPr>
          <w:p w14:paraId="39EA1BBA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569" w:type="dxa"/>
          </w:tcPr>
          <w:p w14:paraId="65367CDE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pogłębioną wiedzę o historycznej ewolucji i o poglądach na temat instytucji polityczno-prawnych oraz na temat procesów i przyczyn zmian zachodzących w zakresie państwa i prawa;</w:t>
            </w:r>
          </w:p>
        </w:tc>
        <w:tc>
          <w:tcPr>
            <w:tcW w:w="1695" w:type="dxa"/>
          </w:tcPr>
          <w:p w14:paraId="766149BB" w14:textId="12CACF5B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K_W10</w:t>
            </w:r>
          </w:p>
        </w:tc>
      </w:tr>
      <w:tr w:rsidR="00070B56" w:rsidRPr="008D10A3" w14:paraId="605962EA" w14:textId="77777777" w:rsidTr="00070B56">
        <w:tc>
          <w:tcPr>
            <w:tcW w:w="1256" w:type="dxa"/>
          </w:tcPr>
          <w:p w14:paraId="4972AE80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569" w:type="dxa"/>
          </w:tcPr>
          <w:p w14:paraId="4F9D3C77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metody badawcze i narzędzia opisu, w tym techniki pozyskiwania danych właściwe dla nauk prawnych oraz posiada 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wiedzę na temat fundamentalnych dylematach współczesnej cywilizacji;</w:t>
            </w:r>
          </w:p>
        </w:tc>
        <w:tc>
          <w:tcPr>
            <w:tcW w:w="1695" w:type="dxa"/>
          </w:tcPr>
          <w:p w14:paraId="5E258482" w14:textId="40E7F8E0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lastRenderedPageBreak/>
              <w:t>,K_W12</w:t>
            </w:r>
          </w:p>
        </w:tc>
      </w:tr>
      <w:tr w:rsidR="00070B56" w:rsidRPr="008D10A3" w14:paraId="67010AE1" w14:textId="77777777" w:rsidTr="00070B56">
        <w:tc>
          <w:tcPr>
            <w:tcW w:w="1256" w:type="dxa"/>
          </w:tcPr>
          <w:p w14:paraId="6034963B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EK_12</w:t>
            </w:r>
          </w:p>
        </w:tc>
        <w:tc>
          <w:tcPr>
            <w:tcW w:w="6569" w:type="dxa"/>
          </w:tcPr>
          <w:p w14:paraId="5C742C80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prawidłowo interpretować i wyjaśniać znaczenie norm i stosunków prawnych;</w:t>
            </w:r>
          </w:p>
        </w:tc>
        <w:tc>
          <w:tcPr>
            <w:tcW w:w="1695" w:type="dxa"/>
          </w:tcPr>
          <w:p w14:paraId="6FDC06E2" w14:textId="73F2EC1E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K_U01</w:t>
            </w:r>
          </w:p>
        </w:tc>
      </w:tr>
      <w:tr w:rsidR="00070B56" w:rsidRPr="008D10A3" w14:paraId="26F2C05F" w14:textId="77777777" w:rsidTr="00070B56">
        <w:tc>
          <w:tcPr>
            <w:tcW w:w="1256" w:type="dxa"/>
          </w:tcPr>
          <w:p w14:paraId="2E0B4077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EK_13</w:t>
            </w:r>
          </w:p>
        </w:tc>
        <w:tc>
          <w:tcPr>
            <w:tcW w:w="6569" w:type="dxa"/>
          </w:tcPr>
          <w:p w14:paraId="00B4F033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695" w:type="dxa"/>
          </w:tcPr>
          <w:p w14:paraId="386F7546" w14:textId="14661831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K_U02</w:t>
            </w:r>
          </w:p>
        </w:tc>
      </w:tr>
      <w:tr w:rsidR="00070B56" w:rsidRPr="008D10A3" w14:paraId="7AEA3257" w14:textId="77777777" w:rsidTr="00070B56">
        <w:tc>
          <w:tcPr>
            <w:tcW w:w="1256" w:type="dxa"/>
          </w:tcPr>
          <w:p w14:paraId="49CAB575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EK_14</w:t>
            </w:r>
          </w:p>
        </w:tc>
        <w:tc>
          <w:tcPr>
            <w:tcW w:w="6569" w:type="dxa"/>
          </w:tcPr>
          <w:p w14:paraId="00A02525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analizować przyczyny i przebieg procesu stanowienia prawa</w:t>
            </w:r>
          </w:p>
        </w:tc>
        <w:tc>
          <w:tcPr>
            <w:tcW w:w="1695" w:type="dxa"/>
          </w:tcPr>
          <w:p w14:paraId="1ABDB58A" w14:textId="3885C784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K_U03</w:t>
            </w:r>
          </w:p>
        </w:tc>
      </w:tr>
      <w:tr w:rsidR="00070B56" w:rsidRPr="008D10A3" w14:paraId="503D4B9E" w14:textId="77777777" w:rsidTr="00070B56">
        <w:tc>
          <w:tcPr>
            <w:tcW w:w="1256" w:type="dxa"/>
          </w:tcPr>
          <w:p w14:paraId="059A3CB1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EK_15</w:t>
            </w:r>
          </w:p>
        </w:tc>
        <w:tc>
          <w:tcPr>
            <w:tcW w:w="6569" w:type="dxa"/>
          </w:tcPr>
          <w:p w14:paraId="0916FE96" w14:textId="77777777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Potrafi analizować przyczyny i przebieg procesu stosowania prawa</w:t>
            </w:r>
          </w:p>
        </w:tc>
        <w:tc>
          <w:tcPr>
            <w:tcW w:w="1695" w:type="dxa"/>
          </w:tcPr>
          <w:p w14:paraId="52318161" w14:textId="73CB75E9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K_U04</w:t>
            </w:r>
          </w:p>
        </w:tc>
      </w:tr>
      <w:tr w:rsidR="00070B56" w:rsidRPr="008D10A3" w14:paraId="305F39DA" w14:textId="77777777" w:rsidTr="00070B56">
        <w:tc>
          <w:tcPr>
            <w:tcW w:w="1256" w:type="dxa"/>
          </w:tcPr>
          <w:p w14:paraId="5A8ABD05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EK_16</w:t>
            </w:r>
          </w:p>
        </w:tc>
        <w:tc>
          <w:tcPr>
            <w:tcW w:w="6569" w:type="dxa"/>
          </w:tcPr>
          <w:p w14:paraId="178253BE" w14:textId="09E724D1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 xml:space="preserve">Sprawnie posługuje się normami, regułami oraz instytucjami prawnymi obowiązującymi w polskim systemie prawa; w zależności od dokonanego samodzielnie wyboru posiada rozszerzone umiejętności rozwiązywania konkretnych problemów prawnych w zakresie </w:t>
            </w:r>
            <w:r w:rsidR="00D004A9">
              <w:rPr>
                <w:rFonts w:ascii="Corbel" w:hAnsi="Corbel"/>
                <w:sz w:val="24"/>
                <w:szCs w:val="24"/>
              </w:rPr>
              <w:t>prawa konstytucyjnego</w:t>
            </w:r>
            <w:r w:rsidRPr="008D10A3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695" w:type="dxa"/>
          </w:tcPr>
          <w:p w14:paraId="7DD35B37" w14:textId="21982FB0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K_U05</w:t>
            </w:r>
          </w:p>
        </w:tc>
      </w:tr>
      <w:tr w:rsidR="00070B56" w:rsidRPr="008D10A3" w14:paraId="16C85707" w14:textId="77777777" w:rsidTr="00070B56">
        <w:tc>
          <w:tcPr>
            <w:tcW w:w="1256" w:type="dxa"/>
          </w:tcPr>
          <w:p w14:paraId="503B3730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EK_17</w:t>
            </w:r>
          </w:p>
          <w:p w14:paraId="0AC101DC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9" w:type="dxa"/>
          </w:tcPr>
          <w:p w14:paraId="29710B19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formułować własne opinie w odniesieniu do poznanych instytucji prawnych i politycznych;</w:t>
            </w:r>
          </w:p>
        </w:tc>
        <w:tc>
          <w:tcPr>
            <w:tcW w:w="1695" w:type="dxa"/>
          </w:tcPr>
          <w:p w14:paraId="70C37E11" w14:textId="580D67FD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K_U06</w:t>
            </w:r>
          </w:p>
        </w:tc>
      </w:tr>
      <w:tr w:rsidR="00070B56" w:rsidRPr="008D10A3" w14:paraId="05E50FF9" w14:textId="77777777" w:rsidTr="00070B56">
        <w:tc>
          <w:tcPr>
            <w:tcW w:w="1256" w:type="dxa"/>
          </w:tcPr>
          <w:p w14:paraId="1EBF5CF8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EK_18</w:t>
            </w:r>
          </w:p>
        </w:tc>
        <w:tc>
          <w:tcPr>
            <w:tcW w:w="6569" w:type="dxa"/>
          </w:tcPr>
          <w:p w14:paraId="2E5E5D21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właściwie analizować przyczyny i przebieg procesów związanych z funkcjonowaniem systemu polityczno-prawnego;</w:t>
            </w:r>
          </w:p>
        </w:tc>
        <w:tc>
          <w:tcPr>
            <w:tcW w:w="1695" w:type="dxa"/>
          </w:tcPr>
          <w:p w14:paraId="752775F4" w14:textId="5D760656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K_U07</w:t>
            </w:r>
          </w:p>
        </w:tc>
      </w:tr>
      <w:tr w:rsidR="00070B56" w:rsidRPr="008D10A3" w14:paraId="62696038" w14:textId="77777777" w:rsidTr="00070B56">
        <w:tc>
          <w:tcPr>
            <w:tcW w:w="1256" w:type="dxa"/>
          </w:tcPr>
          <w:p w14:paraId="3FA28086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EK_19</w:t>
            </w:r>
          </w:p>
        </w:tc>
        <w:tc>
          <w:tcPr>
            <w:tcW w:w="6569" w:type="dxa"/>
          </w:tcPr>
          <w:p w14:paraId="58296FF1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695" w:type="dxa"/>
          </w:tcPr>
          <w:p w14:paraId="48B85388" w14:textId="13445B51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K_U08</w:t>
            </w:r>
          </w:p>
        </w:tc>
      </w:tr>
      <w:tr w:rsidR="00070B56" w:rsidRPr="008D10A3" w14:paraId="7B53E5E8" w14:textId="77777777" w:rsidTr="00070B56">
        <w:tc>
          <w:tcPr>
            <w:tcW w:w="1256" w:type="dxa"/>
          </w:tcPr>
          <w:p w14:paraId="7F9D400C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EK_20</w:t>
            </w:r>
          </w:p>
        </w:tc>
        <w:tc>
          <w:tcPr>
            <w:tcW w:w="6569" w:type="dxa"/>
          </w:tcPr>
          <w:p w14:paraId="4EAF084A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dokonać subsumcji określonego stanu faktycznego do normy lub norm prawnych;</w:t>
            </w:r>
          </w:p>
        </w:tc>
        <w:tc>
          <w:tcPr>
            <w:tcW w:w="1695" w:type="dxa"/>
          </w:tcPr>
          <w:p w14:paraId="2BDDE982" w14:textId="70EEEC4B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K_U10</w:t>
            </w:r>
          </w:p>
        </w:tc>
      </w:tr>
      <w:tr w:rsidR="00070B56" w:rsidRPr="008D10A3" w14:paraId="73646934" w14:textId="77777777" w:rsidTr="00070B56">
        <w:tc>
          <w:tcPr>
            <w:tcW w:w="1256" w:type="dxa"/>
          </w:tcPr>
          <w:p w14:paraId="5CA7F2A3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EK_21</w:t>
            </w:r>
          </w:p>
        </w:tc>
        <w:tc>
          <w:tcPr>
            <w:tcW w:w="6569" w:type="dxa"/>
          </w:tcPr>
          <w:p w14:paraId="32142CB6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stawiać proste hipotezy badawcze i je weryfikować;</w:t>
            </w:r>
          </w:p>
        </w:tc>
        <w:tc>
          <w:tcPr>
            <w:tcW w:w="1695" w:type="dxa"/>
          </w:tcPr>
          <w:p w14:paraId="4B03FF42" w14:textId="2C4C6767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K_U11</w:t>
            </w:r>
          </w:p>
        </w:tc>
      </w:tr>
      <w:tr w:rsidR="00070B56" w:rsidRPr="008D10A3" w14:paraId="15C95D4F" w14:textId="77777777" w:rsidTr="00070B56">
        <w:tc>
          <w:tcPr>
            <w:tcW w:w="1256" w:type="dxa"/>
          </w:tcPr>
          <w:p w14:paraId="6E24F51C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EK_22</w:t>
            </w:r>
          </w:p>
        </w:tc>
        <w:tc>
          <w:tcPr>
            <w:tcW w:w="6569" w:type="dxa"/>
          </w:tcPr>
          <w:p w14:paraId="1ADC31E1" w14:textId="77777777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Posiada pogłębioną umiejętność przygotowania prac pisemnych dotyczących określonych zagadnień i problemów prawnych za</w:t>
            </w:r>
            <w:r w:rsidRPr="008D10A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8D10A3">
              <w:rPr>
                <w:rFonts w:ascii="Corbel" w:hAnsi="Corbel"/>
                <w:sz w:val="24"/>
                <w:szCs w:val="24"/>
              </w:rPr>
              <w:t>pomocą odpowiednio dobranych metod, narzędzi oraz zaawansowanych technik informacyjno-komunikacyjnych</w:t>
            </w:r>
          </w:p>
        </w:tc>
        <w:tc>
          <w:tcPr>
            <w:tcW w:w="1695" w:type="dxa"/>
          </w:tcPr>
          <w:p w14:paraId="0C723E36" w14:textId="62FA445C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K_U12</w:t>
            </w:r>
          </w:p>
        </w:tc>
      </w:tr>
      <w:tr w:rsidR="00070B56" w:rsidRPr="008D10A3" w14:paraId="10B94C71" w14:textId="77777777" w:rsidTr="00070B56">
        <w:tc>
          <w:tcPr>
            <w:tcW w:w="1256" w:type="dxa"/>
          </w:tcPr>
          <w:p w14:paraId="690D624F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EK_23</w:t>
            </w:r>
          </w:p>
        </w:tc>
        <w:tc>
          <w:tcPr>
            <w:tcW w:w="6569" w:type="dxa"/>
          </w:tcPr>
          <w:p w14:paraId="41815CE5" w14:textId="5873A6FE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 xml:space="preserve">Posiada pogłębioną umiejętność przygotowania wystąpień ustnych dotyczących określonych zagadnień i problemów </w:t>
            </w:r>
            <w:r w:rsidR="00D004A9">
              <w:rPr>
                <w:rFonts w:ascii="Corbel" w:hAnsi="Corbel"/>
                <w:sz w:val="24"/>
                <w:szCs w:val="24"/>
              </w:rPr>
              <w:t>związanych z prawem konstytucyjnym</w:t>
            </w:r>
            <w:r w:rsidRPr="008D10A3">
              <w:rPr>
                <w:rFonts w:ascii="Corbel" w:hAnsi="Corbel"/>
                <w:sz w:val="24"/>
                <w:szCs w:val="24"/>
              </w:rPr>
              <w:t xml:space="preserve"> za pomocą odpowiednio dobranych metod, narzędzi oraz zaawansowanych technik informacyjno-komunikacyjnych;</w:t>
            </w:r>
          </w:p>
        </w:tc>
        <w:tc>
          <w:tcPr>
            <w:tcW w:w="1695" w:type="dxa"/>
          </w:tcPr>
          <w:p w14:paraId="1AD5A21F" w14:textId="041179E7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K_U13</w:t>
            </w:r>
          </w:p>
        </w:tc>
      </w:tr>
      <w:tr w:rsidR="00070B56" w:rsidRPr="008D10A3" w14:paraId="1A9155A4" w14:textId="77777777" w:rsidTr="00070B56">
        <w:tc>
          <w:tcPr>
            <w:tcW w:w="1256" w:type="dxa"/>
          </w:tcPr>
          <w:p w14:paraId="2FB641F9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EK_24</w:t>
            </w:r>
          </w:p>
        </w:tc>
        <w:tc>
          <w:tcPr>
            <w:tcW w:w="6569" w:type="dxa"/>
          </w:tcPr>
          <w:p w14:paraId="7E0DCCC3" w14:textId="14D910FA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Potrafi określić obszary życia społecznego które podlegają lub mogą podlegać w przyszłości regulacjom prawn</w:t>
            </w:r>
            <w:r w:rsidR="00D004A9">
              <w:rPr>
                <w:rFonts w:ascii="Corbel" w:hAnsi="Corbel"/>
                <w:sz w:val="24"/>
                <w:szCs w:val="24"/>
              </w:rPr>
              <w:t>a konstytucyjnego</w:t>
            </w:r>
            <w:r w:rsidRPr="008D10A3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695" w:type="dxa"/>
          </w:tcPr>
          <w:p w14:paraId="727556D6" w14:textId="33D4E9A7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K_U15</w:t>
            </w:r>
          </w:p>
        </w:tc>
      </w:tr>
      <w:tr w:rsidR="00070B56" w:rsidRPr="008D10A3" w14:paraId="6A6D3183" w14:textId="77777777" w:rsidTr="00070B56">
        <w:tc>
          <w:tcPr>
            <w:tcW w:w="1256" w:type="dxa"/>
          </w:tcPr>
          <w:p w14:paraId="548F3ED5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EK_25</w:t>
            </w:r>
          </w:p>
        </w:tc>
        <w:tc>
          <w:tcPr>
            <w:tcW w:w="6569" w:type="dxa"/>
          </w:tcPr>
          <w:p w14:paraId="166A4B72" w14:textId="77777777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Posiada umiejętność wykorzystania zdobytej wiedzy teoretycznej oraz doboru właściwej metody dla rozwiązania określonego problemu prawnego</w:t>
            </w:r>
          </w:p>
        </w:tc>
        <w:tc>
          <w:tcPr>
            <w:tcW w:w="1695" w:type="dxa"/>
          </w:tcPr>
          <w:p w14:paraId="06DD14A2" w14:textId="36A0E15F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K_U16</w:t>
            </w:r>
          </w:p>
        </w:tc>
      </w:tr>
      <w:tr w:rsidR="00070B56" w:rsidRPr="008D10A3" w14:paraId="4F9A7B8D" w14:textId="77777777" w:rsidTr="00070B56">
        <w:tc>
          <w:tcPr>
            <w:tcW w:w="1256" w:type="dxa"/>
          </w:tcPr>
          <w:p w14:paraId="7A11644D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EK_26</w:t>
            </w:r>
          </w:p>
          <w:p w14:paraId="0841C587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9" w:type="dxa"/>
          </w:tcPr>
          <w:p w14:paraId="5E4380B7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samodzielnie planować i realizować własne uczenie się przez całe życie;</w:t>
            </w:r>
          </w:p>
        </w:tc>
        <w:tc>
          <w:tcPr>
            <w:tcW w:w="1695" w:type="dxa"/>
          </w:tcPr>
          <w:p w14:paraId="5EADE0EB" w14:textId="588C11B6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K_U17</w:t>
            </w:r>
          </w:p>
        </w:tc>
      </w:tr>
      <w:tr w:rsidR="00070B56" w:rsidRPr="008D10A3" w14:paraId="256E6E94" w14:textId="77777777" w:rsidTr="00070B56">
        <w:tc>
          <w:tcPr>
            <w:tcW w:w="1256" w:type="dxa"/>
          </w:tcPr>
          <w:p w14:paraId="7482A470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lastRenderedPageBreak/>
              <w:t>EK_27</w:t>
            </w:r>
          </w:p>
        </w:tc>
        <w:tc>
          <w:tcPr>
            <w:tcW w:w="6569" w:type="dxa"/>
          </w:tcPr>
          <w:p w14:paraId="52EB632F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świadomość zmienności systemu norm prawnych która prowadzi do konieczności ciągłego uzupełniania i doskonalenia zarówno zdobytej wiedzy jak i umiejętności;</w:t>
            </w:r>
          </w:p>
        </w:tc>
        <w:tc>
          <w:tcPr>
            <w:tcW w:w="1695" w:type="dxa"/>
          </w:tcPr>
          <w:p w14:paraId="2B48DDB7" w14:textId="775DF003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K_K01</w:t>
            </w:r>
          </w:p>
        </w:tc>
      </w:tr>
      <w:tr w:rsidR="00070B56" w:rsidRPr="008D10A3" w14:paraId="1DF1AA65" w14:textId="77777777" w:rsidTr="00070B56">
        <w:tc>
          <w:tcPr>
            <w:tcW w:w="1256" w:type="dxa"/>
          </w:tcPr>
          <w:p w14:paraId="1894E6FB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EK_28</w:t>
            </w:r>
          </w:p>
        </w:tc>
        <w:tc>
          <w:tcPr>
            <w:tcW w:w="6569" w:type="dxa"/>
          </w:tcPr>
          <w:p w14:paraId="236DDC0A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świadomość społecznego znaczenia zawodu prawnika;</w:t>
            </w:r>
          </w:p>
        </w:tc>
        <w:tc>
          <w:tcPr>
            <w:tcW w:w="1695" w:type="dxa"/>
          </w:tcPr>
          <w:p w14:paraId="489F2F98" w14:textId="2F85CBF0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K_K04</w:t>
            </w:r>
          </w:p>
        </w:tc>
      </w:tr>
      <w:tr w:rsidR="00070B56" w:rsidRPr="008D10A3" w14:paraId="6C6DD157" w14:textId="77777777" w:rsidTr="00070B56">
        <w:tc>
          <w:tcPr>
            <w:tcW w:w="1256" w:type="dxa"/>
          </w:tcPr>
          <w:p w14:paraId="5B22A5CE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EK_29</w:t>
            </w:r>
          </w:p>
        </w:tc>
        <w:tc>
          <w:tcPr>
            <w:tcW w:w="6569" w:type="dxa"/>
          </w:tcPr>
          <w:p w14:paraId="5B3FA3C1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konieczność stosowania etycznych zasad w życiu zawodowym prawnika;</w:t>
            </w:r>
          </w:p>
        </w:tc>
        <w:tc>
          <w:tcPr>
            <w:tcW w:w="1695" w:type="dxa"/>
          </w:tcPr>
          <w:p w14:paraId="337A0DBD" w14:textId="3FB0CB7E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K_K05</w:t>
            </w:r>
          </w:p>
        </w:tc>
      </w:tr>
      <w:tr w:rsidR="00070B56" w:rsidRPr="008D10A3" w14:paraId="44A747D4" w14:textId="77777777" w:rsidTr="00070B56">
        <w:tc>
          <w:tcPr>
            <w:tcW w:w="1256" w:type="dxa"/>
          </w:tcPr>
          <w:p w14:paraId="4C04F3F6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EK_30</w:t>
            </w:r>
          </w:p>
        </w:tc>
        <w:tc>
          <w:tcPr>
            <w:tcW w:w="6569" w:type="dxa"/>
          </w:tcPr>
          <w:p w14:paraId="750FF9DC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695" w:type="dxa"/>
          </w:tcPr>
          <w:p w14:paraId="00F1506E" w14:textId="0A140EB9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K_K06</w:t>
            </w:r>
          </w:p>
        </w:tc>
      </w:tr>
      <w:tr w:rsidR="00070B56" w:rsidRPr="008D10A3" w14:paraId="6BD8ABCF" w14:textId="77777777" w:rsidTr="00070B56">
        <w:tc>
          <w:tcPr>
            <w:tcW w:w="1256" w:type="dxa"/>
          </w:tcPr>
          <w:p w14:paraId="607B6EE0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EK_31</w:t>
            </w:r>
          </w:p>
        </w:tc>
        <w:tc>
          <w:tcPr>
            <w:tcW w:w="6569" w:type="dxa"/>
          </w:tcPr>
          <w:p w14:paraId="7A596B07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1695" w:type="dxa"/>
          </w:tcPr>
          <w:p w14:paraId="536BDBB6" w14:textId="0DF146DD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K_K07</w:t>
            </w:r>
          </w:p>
        </w:tc>
      </w:tr>
      <w:tr w:rsidR="00070B56" w:rsidRPr="008D10A3" w14:paraId="155F4218" w14:textId="77777777" w:rsidTr="00070B56">
        <w:tc>
          <w:tcPr>
            <w:tcW w:w="1256" w:type="dxa"/>
          </w:tcPr>
          <w:p w14:paraId="7244041B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EK_32</w:t>
            </w:r>
          </w:p>
        </w:tc>
        <w:tc>
          <w:tcPr>
            <w:tcW w:w="6569" w:type="dxa"/>
          </w:tcPr>
          <w:p w14:paraId="365E6CD5" w14:textId="55DA1A27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Szanuje różne poglądy i postawy</w:t>
            </w:r>
            <w:r w:rsidR="00D004A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14:paraId="5F81E5F1" w14:textId="0E761619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K_K10</w:t>
            </w:r>
          </w:p>
        </w:tc>
      </w:tr>
    </w:tbl>
    <w:p w14:paraId="308FF479" w14:textId="77777777" w:rsidR="00070B56" w:rsidRDefault="00070B5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88AA2E4" w14:textId="3DF66510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2D49" w:rsidRPr="00B00F1E" w14:paraId="2F378A71" w14:textId="77777777" w:rsidTr="00555E93">
        <w:tc>
          <w:tcPr>
            <w:tcW w:w="9639" w:type="dxa"/>
          </w:tcPr>
          <w:p w14:paraId="1B7D411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Treści merytoryczne                                                                                                           </w:t>
            </w:r>
          </w:p>
        </w:tc>
      </w:tr>
      <w:tr w:rsidR="00712D49" w:rsidRPr="00B00F1E" w14:paraId="6853B3D6" w14:textId="77777777" w:rsidTr="00555E93">
        <w:tc>
          <w:tcPr>
            <w:tcW w:w="9639" w:type="dxa"/>
          </w:tcPr>
          <w:p w14:paraId="00C6DE88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Definicja i przedmiot prawa konstytucyjnego.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1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12D49" w:rsidRPr="00B00F1E" w14:paraId="6B4E4C0F" w14:textId="77777777" w:rsidTr="00555E93">
        <w:tc>
          <w:tcPr>
            <w:tcW w:w="9639" w:type="dxa"/>
          </w:tcPr>
          <w:p w14:paraId="6E270DEE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Konstytucja – zagadnienia węzłowe: geneza konstytucji pisanej, konstytucja a ustrój polityczny państwa, konstytucja jako ustawa zasadnicza, źródła prawa konstytucyjnego, ustrojowe modele kontroli konstytucyjności prawa, szczególna treść przepisów oraz systematyka konstytucji, sposoby uchwalania konstytucji, zagadnienie zmiany konstytucji.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1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  <w:r>
              <w:rPr>
                <w:rFonts w:ascii="Corbel" w:hAnsi="Corbel"/>
                <w:sz w:val="24"/>
                <w:szCs w:val="24"/>
              </w:rPr>
              <w:t xml:space="preserve"> 30 min</w:t>
            </w:r>
          </w:p>
        </w:tc>
      </w:tr>
      <w:tr w:rsidR="00712D49" w:rsidRPr="00B00F1E" w14:paraId="732703DD" w14:textId="77777777" w:rsidTr="00555E93">
        <w:tc>
          <w:tcPr>
            <w:tcW w:w="9639" w:type="dxa"/>
          </w:tcPr>
          <w:p w14:paraId="35C8CB2B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Ustrój konstytucyjny w Polsce powojennej oraz w dobie PRL – antecedencje historyczne: tworzenie fundamentów ustrojowych (okres Krajowej Rady Narodowej), system konstytucyjny w latach 1947 – 1952, system konstytucyjny w latach 1952 – 1989.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1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  <w:r>
              <w:rPr>
                <w:rFonts w:ascii="Corbel" w:hAnsi="Corbel"/>
                <w:sz w:val="24"/>
                <w:szCs w:val="24"/>
              </w:rPr>
              <w:t xml:space="preserve"> 30 min.</w:t>
            </w:r>
          </w:p>
        </w:tc>
      </w:tr>
      <w:tr w:rsidR="00712D49" w:rsidRPr="00B00F1E" w14:paraId="460A7B4B" w14:textId="77777777" w:rsidTr="00555E93">
        <w:tc>
          <w:tcPr>
            <w:tcW w:w="9639" w:type="dxa"/>
          </w:tcPr>
          <w:p w14:paraId="3ACC2DE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Reforma systemu konstytucyjnego państwa w dobie transformacji ustrojowej: przebieg oraz ustalenia konferencji „Okrągłego Stołu”, wybory parlamentarne z czerwca 1989 roku i ich znaczenie dla procesu kształtowania sceny politycznej w Polsce w okresie transformacji ustrojowej, nowelizacje Konstytucji PRL po 1989 roku, założenia ustrojowe oraz zakres regulacji Małej konstytucji z 1992 r., przebieg prac nad przygotowaniem tekstu Konstytucji RP z 2 kwietnia 1997 r. propozycje legislacyjne oraz uwarunkowania polityczne.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1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  <w:r>
              <w:rPr>
                <w:rFonts w:ascii="Corbel" w:hAnsi="Corbel"/>
                <w:sz w:val="24"/>
                <w:szCs w:val="24"/>
              </w:rPr>
              <w:t xml:space="preserve"> 30</w:t>
            </w:r>
          </w:p>
        </w:tc>
      </w:tr>
      <w:tr w:rsidR="00712D49" w:rsidRPr="00B00F1E" w14:paraId="076C1E59" w14:textId="77777777" w:rsidTr="00555E93">
        <w:tc>
          <w:tcPr>
            <w:tcW w:w="9639" w:type="dxa"/>
          </w:tcPr>
          <w:p w14:paraId="1B28CDCE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Systemy rządów we współczesnych porządkach demokratycznych: system parlamentarno-gabinetowy, system kanclerski, system prezydencki, system pół-prezydencki, system parlamentarno-komitetowy.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>1 godz. 30 min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12D49" w:rsidRPr="00B00F1E" w14:paraId="24A125E5" w14:textId="77777777" w:rsidTr="00555E93">
        <w:tc>
          <w:tcPr>
            <w:tcW w:w="9639" w:type="dxa"/>
          </w:tcPr>
          <w:p w14:paraId="59D4ECE2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Naczelne zasady ustroju III RP: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>6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8908EEA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pojęcie „zasad naczelnych”</w:t>
            </w:r>
          </w:p>
          <w:p w14:paraId="3CC787AA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republikańskiej formy rządów</w:t>
            </w:r>
          </w:p>
          <w:p w14:paraId="4DAC6AB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lastRenderedPageBreak/>
              <w:t>- zasada demokratycznego państwa prawnego</w:t>
            </w:r>
          </w:p>
          <w:p w14:paraId="6A87904D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suwerenności narodu</w:t>
            </w:r>
          </w:p>
          <w:p w14:paraId="6DB7CA4A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reprezentacji politycznej</w:t>
            </w:r>
          </w:p>
          <w:p w14:paraId="3ED85D70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trójpodziału władzy</w:t>
            </w:r>
          </w:p>
          <w:p w14:paraId="0D85628A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dwuizbowości</w:t>
            </w:r>
          </w:p>
          <w:p w14:paraId="5121FB3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pluralizmu politycznego</w:t>
            </w:r>
          </w:p>
          <w:p w14:paraId="1FB001FE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parlamentarno-gabinetowego systemu rządów</w:t>
            </w:r>
          </w:p>
          <w:p w14:paraId="3E4934E8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-zasada odrębności i niezależności sądów i Trybunałów</w:t>
            </w:r>
          </w:p>
          <w:p w14:paraId="197F74A3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społecznej gospodarki rynkowej</w:t>
            </w:r>
          </w:p>
          <w:p w14:paraId="49AA4836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decentralizacji władzy publicznej oraz samorządu terytorialnego.</w:t>
            </w:r>
          </w:p>
        </w:tc>
      </w:tr>
      <w:tr w:rsidR="00712D49" w:rsidRPr="00B00F1E" w14:paraId="6613DFD2" w14:textId="77777777" w:rsidTr="00555E93">
        <w:tc>
          <w:tcPr>
            <w:tcW w:w="9639" w:type="dxa"/>
          </w:tcPr>
          <w:p w14:paraId="553799B5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lastRenderedPageBreak/>
              <w:t xml:space="preserve">Ustrojowy status jednostki w państwie: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6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1109496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geneza ochrony praw jednostki </w:t>
            </w:r>
          </w:p>
          <w:p w14:paraId="0421248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międzynarodowa ochrona praw człowieka</w:t>
            </w:r>
          </w:p>
          <w:p w14:paraId="0683D179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wolności, prawa i obowiązki człowieka i obywatela    (założenia konstytucyjne)</w:t>
            </w:r>
          </w:p>
          <w:p w14:paraId="0A07D4CB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zakres regulacji konstytucyjnej</w:t>
            </w:r>
          </w:p>
          <w:p w14:paraId="697B2E4F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prawa człowieka </w:t>
            </w:r>
          </w:p>
          <w:p w14:paraId="35AC803D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prawa podmiotowe</w:t>
            </w:r>
          </w:p>
          <w:p w14:paraId="35C08172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prawa obywatelskie</w:t>
            </w:r>
          </w:p>
          <w:p w14:paraId="3532D1B9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wolności osobiste</w:t>
            </w:r>
          </w:p>
          <w:p w14:paraId="79A481D7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podstawowe obowiązki</w:t>
            </w:r>
          </w:p>
          <w:p w14:paraId="37161AEE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instytucjonalne gwarancje ochron</w:t>
            </w:r>
            <w:r w:rsidRPr="00B00F1E">
              <w:rPr>
                <w:rFonts w:ascii="Corbel" w:hAnsi="Corbel"/>
                <w:sz w:val="24"/>
                <w:szCs w:val="24"/>
              </w:rPr>
              <w:cr/>
              <w:t xml:space="preserve"> praw jednostki.</w:t>
            </w:r>
          </w:p>
        </w:tc>
      </w:tr>
      <w:tr w:rsidR="00712D49" w:rsidRPr="00B00F1E" w14:paraId="4246B122" w14:textId="77777777" w:rsidTr="00555E93">
        <w:tc>
          <w:tcPr>
            <w:tcW w:w="9639" w:type="dxa"/>
          </w:tcPr>
          <w:p w14:paraId="237E6072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Konstytucyjny system źródeł prawa:  akty prawa powszechnie obowiązującego oraz akty prawa wewnętrznego.                                                                        5 godz.</w:t>
            </w:r>
          </w:p>
        </w:tc>
      </w:tr>
      <w:tr w:rsidR="00712D49" w:rsidRPr="00B00F1E" w14:paraId="63E570DA" w14:textId="77777777" w:rsidTr="00555E93">
        <w:tc>
          <w:tcPr>
            <w:tcW w:w="9639" w:type="dxa"/>
          </w:tcPr>
          <w:p w14:paraId="2D063647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Prawo wyborcze:                                                                                                        5 godz.</w:t>
            </w:r>
          </w:p>
          <w:p w14:paraId="625CFBD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ustawodawstwo wyborcze w Polsce po 1989 r.</w:t>
            </w:r>
          </w:p>
          <w:p w14:paraId="24371E5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prawo wyborcze, system wyborczy – pojęcie</w:t>
            </w:r>
          </w:p>
          <w:p w14:paraId="7194776D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funkcje prawa wyborczego</w:t>
            </w:r>
          </w:p>
          <w:p w14:paraId="67B67FCA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konstytucyjne zasady prawa wyborczego:</w:t>
            </w:r>
          </w:p>
          <w:p w14:paraId="5F515780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zasada powszechności</w:t>
            </w:r>
          </w:p>
          <w:p w14:paraId="4E96B1A6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zasada równości </w:t>
            </w:r>
          </w:p>
          <w:p w14:paraId="062A1994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zasada bezpośredniości</w:t>
            </w:r>
          </w:p>
          <w:p w14:paraId="1824084D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zasada proporcjonalności i zasada większości</w:t>
            </w:r>
          </w:p>
          <w:p w14:paraId="395F3B07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zasada tajności</w:t>
            </w:r>
          </w:p>
          <w:p w14:paraId="15685935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organizacja wyborów parlamentarnych i na urząd prezydenta</w:t>
            </w:r>
          </w:p>
          <w:p w14:paraId="5F32FBAD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- struktura oraz kompetencje organów wyborczych </w:t>
            </w:r>
          </w:p>
          <w:p w14:paraId="41EE093E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tryb stwierdzania ważności wyborów.</w:t>
            </w:r>
          </w:p>
        </w:tc>
      </w:tr>
      <w:tr w:rsidR="00712D49" w:rsidRPr="00B00F1E" w14:paraId="016F46C6" w14:textId="77777777" w:rsidTr="00555E93">
        <w:tc>
          <w:tcPr>
            <w:tcW w:w="9639" w:type="dxa"/>
          </w:tcPr>
          <w:p w14:paraId="74275986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Instytucje demokracji bezpośredniej: referendum i inicjatywa obywatelska. </w:t>
            </w:r>
          </w:p>
          <w:p w14:paraId="24A24CF6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3 godz.</w:t>
            </w:r>
          </w:p>
        </w:tc>
      </w:tr>
      <w:tr w:rsidR="00712D49" w:rsidRPr="00B00F1E" w14:paraId="428D58A3" w14:textId="77777777" w:rsidTr="00555E93">
        <w:tc>
          <w:tcPr>
            <w:tcW w:w="9639" w:type="dxa"/>
          </w:tcPr>
          <w:p w14:paraId="24FABF65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Sejm i Senat jako organy władzy ustawodawczej: miejsce Sejmu i Senatu w systemie organizacji władzy państwowej w Polsce, regulaminy izb, ustrojowy status </w:t>
            </w:r>
            <w:r w:rsidRPr="00B00F1E">
              <w:rPr>
                <w:rFonts w:ascii="Corbel" w:hAnsi="Corbel"/>
                <w:sz w:val="24"/>
                <w:szCs w:val="24"/>
              </w:rPr>
              <w:lastRenderedPageBreak/>
              <w:t xml:space="preserve">deputowanego do Sejmu i Senatu, funkcje ustrojowe oraz kompetencje Sejmu i Senatu, struktura organizacyjna oraz mechanizmy funkcjonowania izb polskiego parlamentu:, organy wewnętrzne w Sejmie i Senacie, prawne formy organizowania się posłów na terenie parlamentu, prace Sejmu i Senatu – regulacja prawna, zwyczaje parlamentarne, zasady ustrojowe, tryb ustawodawczy: zwykła procedura ustawodawcza, szczególne procedury ustawodawcze.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      7 godz.</w:t>
            </w:r>
          </w:p>
        </w:tc>
      </w:tr>
      <w:tr w:rsidR="00712D49" w:rsidRPr="00B00F1E" w14:paraId="453F24D3" w14:textId="77777777" w:rsidTr="00555E93">
        <w:tc>
          <w:tcPr>
            <w:tcW w:w="9639" w:type="dxa"/>
          </w:tcPr>
          <w:p w14:paraId="438E4D7A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lastRenderedPageBreak/>
              <w:t xml:space="preserve">Ustrojowy model prezydentury w Polsce: pozycja ustrojowa Prezydenta RP, instytucja odpowiedzialności konstytucyjnej Prezydenta RP, zasady wyboru Prezydenta RP, funkcje ustrojowe Prezydenta RP, akty urzędowe Prezydenta RP, kompetencje Prezydenta RP: w relacjach z parlamentem, w relacjach z rządem oraz w relacjach z władzą sądowniczą.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7 godz.</w:t>
            </w:r>
          </w:p>
        </w:tc>
      </w:tr>
      <w:tr w:rsidR="00712D49" w:rsidRPr="00B00F1E" w14:paraId="6D8080F5" w14:textId="77777777" w:rsidTr="00555E93">
        <w:tc>
          <w:tcPr>
            <w:tcW w:w="9639" w:type="dxa"/>
          </w:tcPr>
          <w:p w14:paraId="227494E3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Rada Ministrów i administracja rządowa: ustrojowa rola Rady Ministrów, skład rządu, tryb powoływania i dokonywania zmian w składzie Rady Ministrów, zagadnienie konstytucyjnej odpowiedzialności członków Rady Ministrów, prawnoustrojowe formy politycznej odpowiedzialności Rady Ministrów, kompetencje Rady Ministrów, tryb działania Rady Ministrów, administracja rządowa. Organy samorządu terytorialnego.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6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12D49" w:rsidRPr="00B00F1E" w14:paraId="357380D9" w14:textId="77777777" w:rsidTr="00555E93">
        <w:tc>
          <w:tcPr>
            <w:tcW w:w="9639" w:type="dxa"/>
          </w:tcPr>
          <w:p w14:paraId="75E0358E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Sądy i trybunały. Krajowa Rada Sądownictwa.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6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12D49" w:rsidRPr="00B00F1E" w14:paraId="71191CEF" w14:textId="77777777" w:rsidTr="00555E93">
        <w:tc>
          <w:tcPr>
            <w:tcW w:w="9639" w:type="dxa"/>
          </w:tcPr>
          <w:p w14:paraId="2B22CCD7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Konstytucyjne organy kontroli państwowej i ochrony prawa.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5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12D49" w:rsidRPr="00B00F1E" w14:paraId="72A364C6" w14:textId="77777777" w:rsidTr="00555E93">
        <w:tc>
          <w:tcPr>
            <w:tcW w:w="9639" w:type="dxa"/>
          </w:tcPr>
          <w:p w14:paraId="6B77EBF1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Problematyka stanów nadzwyczajnych: stan wojenny, stan wyjątkowy oraz stan klęski żywiołowej                                                                                                                3 godz.</w:t>
            </w:r>
          </w:p>
        </w:tc>
      </w:tr>
      <w:tr w:rsidR="00712D49" w:rsidRPr="00B00F1E" w14:paraId="0C498059" w14:textId="77777777" w:rsidTr="00555E93">
        <w:tc>
          <w:tcPr>
            <w:tcW w:w="9639" w:type="dxa"/>
          </w:tcPr>
          <w:p w14:paraId="015DF340" w14:textId="436AD434" w:rsidR="00712D49" w:rsidRPr="00712D49" w:rsidRDefault="00712D49" w:rsidP="00555E93">
            <w:pPr>
              <w:pStyle w:val="Akapitzlis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12D49">
              <w:rPr>
                <w:rFonts w:ascii="Corbel" w:hAnsi="Corbel"/>
                <w:b/>
                <w:bCs/>
                <w:sz w:val="24"/>
                <w:szCs w:val="24"/>
              </w:rPr>
              <w:t xml:space="preserve">Suma godzin: 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</w:t>
            </w:r>
            <w:r w:rsidRPr="00712D49">
              <w:rPr>
                <w:rFonts w:ascii="Corbel" w:hAnsi="Corbel"/>
                <w:b/>
                <w:bCs/>
                <w:sz w:val="24"/>
                <w:szCs w:val="24"/>
              </w:rPr>
              <w:t>60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godz.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2D49" w:rsidRPr="007902BB" w14:paraId="40DD3AA3" w14:textId="77777777" w:rsidTr="00555E93">
        <w:tc>
          <w:tcPr>
            <w:tcW w:w="9520" w:type="dxa"/>
          </w:tcPr>
          <w:p w14:paraId="1B8E659F" w14:textId="77777777" w:rsidR="00712D49" w:rsidRPr="007902BB" w:rsidRDefault="00712D49" w:rsidP="00555E9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2D49" w:rsidRPr="007902BB" w14:paraId="48CAC64D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00349" w14:textId="77777777" w:rsidR="00712D49" w:rsidRPr="00A5184F" w:rsidRDefault="00712D49" w:rsidP="00712D49">
            <w:pPr>
              <w:spacing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5184F">
              <w:rPr>
                <w:rFonts w:ascii="Corbel" w:hAnsi="Corbel"/>
                <w:b/>
                <w:sz w:val="24"/>
                <w:szCs w:val="24"/>
              </w:rPr>
              <w:t>Definicja i przedmiot prawa konstytucyjnego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1 godz.</w:t>
            </w:r>
          </w:p>
        </w:tc>
      </w:tr>
      <w:tr w:rsidR="00712D49" w:rsidRPr="007902BB" w14:paraId="5A6225E3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64ACF" w14:textId="77777777" w:rsidR="00712D49" w:rsidRPr="00A5184F" w:rsidRDefault="00712D49" w:rsidP="00555E93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5184F">
              <w:rPr>
                <w:rFonts w:ascii="Corbel" w:hAnsi="Corbel"/>
                <w:b/>
                <w:sz w:val="24"/>
                <w:szCs w:val="24"/>
              </w:rPr>
              <w:t>Konstytucja – zagadnienia węzłowe: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2 godz.</w:t>
            </w:r>
          </w:p>
          <w:p w14:paraId="2610A64A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konstytucji pisanej</w:t>
            </w:r>
          </w:p>
          <w:p w14:paraId="67C83C79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konstytucja a ustrój polityczny państwa</w:t>
            </w:r>
          </w:p>
          <w:p w14:paraId="07C4D4C3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konstytucja jako ustawa zasadnicza</w:t>
            </w:r>
          </w:p>
          <w:p w14:paraId="2522F869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źródła prawa konstytucyjnego</w:t>
            </w:r>
          </w:p>
          <w:p w14:paraId="49A09721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ustrojowe modele kontroli konstytucyjności prawa</w:t>
            </w:r>
          </w:p>
          <w:p w14:paraId="30D2B5AA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szczególna treść przepisów oraz systematyka konstytucji</w:t>
            </w:r>
          </w:p>
          <w:p w14:paraId="1E900B15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sposoby uchwalania konstytucji</w:t>
            </w:r>
          </w:p>
          <w:p w14:paraId="1705F3AE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zagadnienie zmiany konstytucji</w:t>
            </w:r>
          </w:p>
        </w:tc>
      </w:tr>
      <w:tr w:rsidR="00712D49" w:rsidRPr="007902BB" w14:paraId="7A13D6BE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460D7" w14:textId="77777777" w:rsidR="00712D49" w:rsidRPr="007902BB" w:rsidRDefault="00712D49" w:rsidP="00555E93">
            <w:pPr>
              <w:spacing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Ustrój konstytucyjny w Polsce powojennej, w dobie oraz reforma systemu konstytucyjnego państwa w dobie transformacji ustrojowej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2 godz.</w:t>
            </w:r>
          </w:p>
        </w:tc>
      </w:tr>
      <w:tr w:rsidR="00712D49" w:rsidRPr="007902BB" w14:paraId="516D9F28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31E93" w14:textId="77777777" w:rsidR="00712D49" w:rsidRPr="00712D49" w:rsidRDefault="00712D49" w:rsidP="00712D49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2D49">
              <w:rPr>
                <w:rFonts w:ascii="Corbel" w:hAnsi="Corbel"/>
                <w:sz w:val="24"/>
                <w:szCs w:val="24"/>
              </w:rPr>
              <w:lastRenderedPageBreak/>
              <w:t xml:space="preserve"> </w:t>
            </w:r>
            <w:r w:rsidRPr="00712D49">
              <w:rPr>
                <w:rFonts w:ascii="Corbel" w:hAnsi="Corbel"/>
                <w:b/>
                <w:sz w:val="24"/>
                <w:szCs w:val="24"/>
              </w:rPr>
              <w:t>Naczelne zasady ustroju III RP:                                                                             5 godz.</w:t>
            </w:r>
          </w:p>
          <w:p w14:paraId="6648C404" w14:textId="77777777" w:rsidR="00712D49" w:rsidRPr="007902BB" w:rsidRDefault="00712D49" w:rsidP="00555E9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pojęcie „zasad naczelnych”</w:t>
            </w:r>
          </w:p>
          <w:p w14:paraId="1094CCC2" w14:textId="77777777" w:rsidR="00712D49" w:rsidRPr="007902BB" w:rsidRDefault="00712D49" w:rsidP="00555E9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republikańskiej formy rządów</w:t>
            </w:r>
          </w:p>
          <w:p w14:paraId="377FF941" w14:textId="77777777" w:rsidR="00712D49" w:rsidRPr="007902BB" w:rsidRDefault="00712D49" w:rsidP="00555E9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demokratycznego państwa prawnego</w:t>
            </w:r>
          </w:p>
          <w:p w14:paraId="438A1718" w14:textId="77777777" w:rsidR="00712D49" w:rsidRPr="007902BB" w:rsidRDefault="00712D49" w:rsidP="00555E9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suwerenności narodu</w:t>
            </w:r>
          </w:p>
          <w:p w14:paraId="23A4BD73" w14:textId="77777777" w:rsidR="00712D49" w:rsidRPr="007902BB" w:rsidRDefault="00712D49" w:rsidP="00555E9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reprezentacji politycznej</w:t>
            </w:r>
          </w:p>
          <w:p w14:paraId="0204B46E" w14:textId="77777777" w:rsidR="00712D49" w:rsidRPr="007902BB" w:rsidRDefault="00712D49" w:rsidP="00555E9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trójpodziału władzy</w:t>
            </w:r>
          </w:p>
          <w:p w14:paraId="098A96AA" w14:textId="77777777" w:rsidR="00712D49" w:rsidRPr="007902BB" w:rsidRDefault="00712D49" w:rsidP="00555E9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dwuizbowości</w:t>
            </w:r>
          </w:p>
          <w:p w14:paraId="24C29BCD" w14:textId="77777777" w:rsidR="00712D49" w:rsidRPr="007902BB" w:rsidRDefault="00712D49" w:rsidP="00555E9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pluralizmu politycznego</w:t>
            </w:r>
          </w:p>
          <w:p w14:paraId="58DFE01A" w14:textId="77777777" w:rsidR="00712D49" w:rsidRPr="007902BB" w:rsidRDefault="00712D49" w:rsidP="00555E9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parlamentarno-gabinetowego systemu rządów</w:t>
            </w:r>
          </w:p>
          <w:p w14:paraId="1FA531D5" w14:textId="77777777" w:rsidR="00712D49" w:rsidRPr="007902BB" w:rsidRDefault="00712D49" w:rsidP="00555E9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odrębności i niezależności sądów</w:t>
            </w:r>
            <w:r w:rsidRPr="007902BB">
              <w:rPr>
                <w:rFonts w:ascii="Corbel" w:hAnsi="Corbel"/>
                <w:sz w:val="24"/>
                <w:szCs w:val="24"/>
              </w:rPr>
              <w:br/>
              <w:t xml:space="preserve"> i Trybunałów</w:t>
            </w:r>
          </w:p>
          <w:p w14:paraId="1F757539" w14:textId="77777777" w:rsidR="00712D49" w:rsidRPr="007902BB" w:rsidRDefault="00712D49" w:rsidP="00555E9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społecznej gospodarki rynkowej</w:t>
            </w:r>
          </w:p>
          <w:p w14:paraId="781ED210" w14:textId="77777777" w:rsidR="00712D49" w:rsidRPr="007902BB" w:rsidRDefault="00712D49" w:rsidP="00555E93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decentralizacji władzy publicznej oraz samorządu terytorialnego</w:t>
            </w:r>
          </w:p>
        </w:tc>
      </w:tr>
      <w:tr w:rsidR="00712D49" w:rsidRPr="007902BB" w14:paraId="20E54958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F985F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Ustrojowy status jednostki w państwie: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5 godz.</w:t>
            </w:r>
          </w:p>
          <w:p w14:paraId="3B05625B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ochrony praw jednostki</w:t>
            </w:r>
          </w:p>
          <w:p w14:paraId="589B21FC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międzynarodowa ochrona praw człowieka</w:t>
            </w:r>
          </w:p>
          <w:p w14:paraId="5273B416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wolności, prawa i obowiązki człowieka i obywatela    (założenia konstytucyjne)</w:t>
            </w:r>
          </w:p>
          <w:p w14:paraId="3BD08D47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regulacji konstytucyjnej</w:t>
            </w:r>
          </w:p>
          <w:p w14:paraId="4AC8BC1A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prawa człowieka</w:t>
            </w:r>
          </w:p>
          <w:p w14:paraId="11E50D16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prawa podmiotowe</w:t>
            </w:r>
          </w:p>
          <w:p w14:paraId="1B33BE17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prawa obywatelskie</w:t>
            </w:r>
          </w:p>
          <w:p w14:paraId="2B103B91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wolności osobiste</w:t>
            </w:r>
          </w:p>
          <w:p w14:paraId="28CA00E5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podstawowe obowiązki</w:t>
            </w:r>
          </w:p>
          <w:p w14:paraId="68911526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instytucjonalne gwarancje ochrony praw jednostki</w:t>
            </w:r>
          </w:p>
        </w:tc>
      </w:tr>
      <w:tr w:rsidR="00712D49" w:rsidRPr="007902BB" w14:paraId="2C738F14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B7616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Konstytucyjny system źródeł prawa: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4 godz.</w:t>
            </w:r>
          </w:p>
          <w:p w14:paraId="5F2DD78C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akty prawa powszechnie obowiązującego</w:t>
            </w:r>
          </w:p>
          <w:p w14:paraId="7CB3007B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akty prawa wewnętrznego</w:t>
            </w:r>
          </w:p>
          <w:p w14:paraId="7A265ABA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miejsce prawa międzynarodowego i prawa europejskiego w systemie źródeł prawa</w:t>
            </w:r>
          </w:p>
        </w:tc>
      </w:tr>
      <w:tr w:rsidR="00712D49" w:rsidRPr="007902BB" w14:paraId="59D8BF64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4AF54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Prawo wyborcze: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                          3 godz.</w:t>
            </w:r>
          </w:p>
          <w:p w14:paraId="2E072B25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ustawodawstwo wyborcze w Polsce po 1989 r.</w:t>
            </w:r>
          </w:p>
          <w:p w14:paraId="640EE70E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prawo wyborcze, system wyborczy – pojęcie</w:t>
            </w:r>
          </w:p>
          <w:p w14:paraId="2AC30244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funkcje prawa wyborczego</w:t>
            </w:r>
          </w:p>
          <w:p w14:paraId="163AC00D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konstytucyjne zasady prawa wyborczego:</w:t>
            </w:r>
          </w:p>
          <w:p w14:paraId="66E661ED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powszechności</w:t>
            </w:r>
          </w:p>
          <w:p w14:paraId="2F47AB92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równości</w:t>
            </w:r>
          </w:p>
          <w:p w14:paraId="6B8DDE26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bezpośredniości</w:t>
            </w:r>
          </w:p>
          <w:p w14:paraId="3C90370A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proporcjonalności i zasada większości</w:t>
            </w:r>
          </w:p>
          <w:p w14:paraId="039C4F61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tajności</w:t>
            </w:r>
          </w:p>
          <w:p w14:paraId="1E9E006D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organizacja wyborów parlamentarnych i na urząd prezydenta</w:t>
            </w:r>
          </w:p>
          <w:p w14:paraId="2E831450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struktura oraz kompetencje organów wyborczych</w:t>
            </w:r>
          </w:p>
          <w:p w14:paraId="75AF1C2C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stwierdzania ważności wyborów</w:t>
            </w:r>
          </w:p>
        </w:tc>
      </w:tr>
      <w:tr w:rsidR="00712D49" w:rsidRPr="007902BB" w14:paraId="28166D6E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33F75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Referenda i obywatelska inicjatywa ustawodawcza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2 godz.</w:t>
            </w:r>
          </w:p>
        </w:tc>
      </w:tr>
      <w:tr w:rsidR="00712D49" w:rsidRPr="007902BB" w14:paraId="21A53B10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0ED99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Sejm i Senat jako organy władzy ustawodawczej: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7 godz.</w:t>
            </w:r>
          </w:p>
          <w:p w14:paraId="2A580237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miejsce Sejmu i Senatu w systemie organizacji władzy państwowej w Polsce</w:t>
            </w:r>
          </w:p>
          <w:p w14:paraId="0D59C6BC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>- regulaminy izb</w:t>
            </w:r>
          </w:p>
          <w:p w14:paraId="4829CA1A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ustrojowy status deputowanego do Sejmu i Senatu</w:t>
            </w:r>
          </w:p>
          <w:p w14:paraId="063B1CF1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funkcje ustrojowe oraz kompetencje Sejmu i Senatu</w:t>
            </w:r>
          </w:p>
          <w:p w14:paraId="24D206B2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struktura organizacyjna oraz mechanizmy funkcjonowania izb polskiego parlamentu:</w:t>
            </w:r>
          </w:p>
          <w:p w14:paraId="28579689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organy wewnętrzne w Sejmie i Senacie</w:t>
            </w:r>
          </w:p>
          <w:p w14:paraId="4336BE44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prawne formy organizowania się posłów na terenie parlamentu</w:t>
            </w:r>
          </w:p>
          <w:p w14:paraId="262E0EE5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prace Sejmu i Senatu – regulacja prawna, zwyczaje parlamentarne, zasady ustrojowe</w:t>
            </w:r>
          </w:p>
          <w:p w14:paraId="4FFE3903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ustawodawczy:</w:t>
            </w:r>
          </w:p>
          <w:p w14:paraId="66DE0F6A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zwykła procedura ustawodawcza</w:t>
            </w:r>
          </w:p>
          <w:p w14:paraId="700241DA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szczególne procedury ustawodawcze</w:t>
            </w:r>
          </w:p>
        </w:tc>
      </w:tr>
      <w:tr w:rsidR="00712D49" w:rsidRPr="007902BB" w14:paraId="38D77E47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799D2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 Ustrojowy model prezydentury w Polsce: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5 godz.</w:t>
            </w:r>
          </w:p>
          <w:p w14:paraId="1C34F24B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pozycja ustrojowa Prezydenta RP</w:t>
            </w:r>
          </w:p>
          <w:p w14:paraId="363FFB64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instytucja odpowiedzialności konstytucyjnej Prezydenta RP</w:t>
            </w:r>
          </w:p>
          <w:p w14:paraId="4F9C047E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zasady wyboru Prezydenta RP</w:t>
            </w:r>
          </w:p>
          <w:p w14:paraId="2F653575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funkcje ustrojowe Prezydenta RP</w:t>
            </w:r>
          </w:p>
          <w:p w14:paraId="58C0A19E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akty urzędowe Prezydenta RP</w:t>
            </w:r>
          </w:p>
          <w:p w14:paraId="71051B9D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kompetencje Prezydenta RP:</w:t>
            </w:r>
          </w:p>
          <w:p w14:paraId="6C01417B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 relacjach z parlamentem</w:t>
            </w:r>
          </w:p>
          <w:p w14:paraId="0739F7CF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 relacjach z rządem</w:t>
            </w:r>
          </w:p>
          <w:p w14:paraId="55E477DF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 relacjach z władzą sądowniczą</w:t>
            </w:r>
          </w:p>
        </w:tc>
      </w:tr>
      <w:tr w:rsidR="00712D49" w:rsidRPr="007902BB" w14:paraId="439C5C1F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44295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Rada Ministrów i administracja rządowa: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5 godz.</w:t>
            </w:r>
          </w:p>
          <w:p w14:paraId="2A4B3156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ustrojowa rola Rady Ministrów</w:t>
            </w:r>
          </w:p>
          <w:p w14:paraId="21B0769A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rządu</w:t>
            </w:r>
          </w:p>
          <w:p w14:paraId="09C2BAEE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powoływania i dokonywania zmian w składzie Rady Ministrów</w:t>
            </w:r>
          </w:p>
          <w:p w14:paraId="0E89ECCB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zagadnienie konstytucyjnej odpowiedzialności członków Rady Ministrów</w:t>
            </w:r>
          </w:p>
          <w:p w14:paraId="5C4DE14A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prawnoustrojowe formy politycznej odpowiedzialności Rady Ministrów</w:t>
            </w:r>
          </w:p>
          <w:p w14:paraId="32C8C0E8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kompetencje Rady Ministrów</w:t>
            </w:r>
          </w:p>
          <w:p w14:paraId="5A9D42C5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działania Rady Ministrów</w:t>
            </w:r>
          </w:p>
          <w:p w14:paraId="5E176C23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administracja rządowa</w:t>
            </w:r>
          </w:p>
        </w:tc>
      </w:tr>
      <w:tr w:rsidR="00712D49" w:rsidRPr="007902BB" w14:paraId="7CFED559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6F032" w14:textId="77777777" w:rsidR="00712D49" w:rsidRPr="007902BB" w:rsidRDefault="00712D49" w:rsidP="00555E93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                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Organy samorządu terytorialnego: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4 godz.</w:t>
            </w:r>
          </w:p>
          <w:p w14:paraId="33B98D53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konstrukcja prawna gminy, powiatu i województwa</w:t>
            </w:r>
          </w:p>
          <w:p w14:paraId="706F76DA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kompetencje gminy, powiatu i województwa</w:t>
            </w:r>
          </w:p>
          <w:p w14:paraId="7F2F70E4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sprawowanie władzy w gminie, powiecie i województwie</w:t>
            </w:r>
          </w:p>
          <w:p w14:paraId="5A0AEA04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wybory organów stanowiących</w:t>
            </w:r>
          </w:p>
          <w:p w14:paraId="6FC079C9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wyłaniania organów wykonawczych</w:t>
            </w:r>
          </w:p>
          <w:p w14:paraId="460D0829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referendum lokalne</w:t>
            </w:r>
          </w:p>
        </w:tc>
      </w:tr>
      <w:tr w:rsidR="00712D49" w:rsidRPr="007902BB" w14:paraId="444D3240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A9F9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Władza sądownicza: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    5 godz.</w:t>
            </w:r>
          </w:p>
          <w:p w14:paraId="0CC48C01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ustrój i właściwość organów wymiaru sprawiedliwości: Sąd Najwyższy, sądy powszechne, sądy administracyjne, Naczelny Sąd          Administracyjny, sądy wojskowe</w:t>
            </w:r>
          </w:p>
          <w:p w14:paraId="6B3BADF8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konstytucyjne zasady organizacji i postępowania sądów</w:t>
            </w:r>
          </w:p>
          <w:p w14:paraId="6B8DF85B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Krajowa Rada Sądownictwa</w:t>
            </w:r>
          </w:p>
          <w:p w14:paraId="407D9F3D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Trybunał Konstytucyjny:</w:t>
            </w:r>
          </w:p>
          <w:p w14:paraId="2E52BB75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ustrojowa kontroli konstytucyjności prawa w Polsce</w:t>
            </w:r>
          </w:p>
          <w:p w14:paraId="36EE383E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status ustrojowy Trybunału Konstytucyjnego</w:t>
            </w:r>
          </w:p>
          <w:p w14:paraId="6BF079F6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Trybunału Konstytucyjnego</w:t>
            </w:r>
          </w:p>
          <w:p w14:paraId="0383D199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kompetencji Trybunału Konstytucyjnego</w:t>
            </w:r>
          </w:p>
          <w:p w14:paraId="730C9E8A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>- rodzaje postępowań przed Trybunałem Konstytucyjnym</w:t>
            </w:r>
          </w:p>
          <w:p w14:paraId="462B0AAB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charakter prawny orzeczeń Trybunału Konstytucyjnego</w:t>
            </w:r>
          </w:p>
          <w:p w14:paraId="7C4529BE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ustrojowy model skargi konstytucyjnej</w:t>
            </w:r>
          </w:p>
          <w:p w14:paraId="045F663F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Trybunał Stanu:</w:t>
            </w:r>
          </w:p>
          <w:p w14:paraId="5AE23B0E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zagadnienie oraz geneza odpowiedzialności konstytucyjnej w prawie polskim</w:t>
            </w:r>
          </w:p>
          <w:p w14:paraId="34005C75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podmiotowy oraz przedmiotowy odpowiedzialności konstytucyjnej w świetle ustawy  zasadniczej z 1997 roku</w:t>
            </w:r>
          </w:p>
          <w:p w14:paraId="0CE7BC37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Trybunału Stanu</w:t>
            </w:r>
          </w:p>
          <w:p w14:paraId="312C36F0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postępowanie przed Trybunałem Stanu</w:t>
            </w:r>
          </w:p>
          <w:p w14:paraId="08446E6E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sankcje prawne w ramach odpowiedzialności konstytucyjnej</w:t>
            </w:r>
          </w:p>
        </w:tc>
      </w:tr>
      <w:tr w:rsidR="00712D49" w:rsidRPr="007902BB" w14:paraId="7E342C74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D953E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 Organy kontroli państwowej i ochrony prawa: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5 godz.</w:t>
            </w:r>
          </w:p>
          <w:p w14:paraId="32A35D1E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Najwyższa Izba Kontroli:</w:t>
            </w:r>
          </w:p>
          <w:p w14:paraId="40380976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pojęcie kontroli</w:t>
            </w:r>
          </w:p>
          <w:p w14:paraId="40CFCB3C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pozycja ustrojowa Najwyższej Izby Kontroli</w:t>
            </w:r>
          </w:p>
          <w:p w14:paraId="7EB48EB1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organy Najwyższej Izby Kontroli</w:t>
            </w:r>
          </w:p>
          <w:p w14:paraId="6FD30A98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przedmiotowy i podmiotowy zakres  kontroli Najwyższej Izby Kontroli</w:t>
            </w:r>
          </w:p>
          <w:p w14:paraId="0E4A5173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Rzecznik Praw Obywatelskich:</w:t>
            </w:r>
          </w:p>
          <w:p w14:paraId="54234F5D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oraz status ustrojowy urzędu  Rzecznika Praw Obywatelskich w Polsce</w:t>
            </w:r>
          </w:p>
          <w:p w14:paraId="69A89187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warunki wyboru na urząd Rzecznika Praw Obywatelskich</w:t>
            </w:r>
          </w:p>
          <w:p w14:paraId="02E3D3B8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powoływanie i odwoływanie Rzecznika Praw Obywatelskich</w:t>
            </w:r>
          </w:p>
          <w:p w14:paraId="793DEDFE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kompetencji Rzecznika Praw Obywatelskich</w:t>
            </w:r>
          </w:p>
          <w:p w14:paraId="57E0134C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prawne formy oraz tryb działania Rzecznika Praw Obywatelskich</w:t>
            </w:r>
          </w:p>
          <w:p w14:paraId="4A513C46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Narodowy Bank Polski:</w:t>
            </w:r>
          </w:p>
          <w:p w14:paraId="29823853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ustrojowa rola Narodowego Banku Polskiego</w:t>
            </w:r>
          </w:p>
          <w:p w14:paraId="03B79B67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organizacja Narodowego Banku Polskiego</w:t>
            </w:r>
          </w:p>
          <w:p w14:paraId="35D16A54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konstytucyjne regulacje dotyczące polityki finansowej państwa</w:t>
            </w:r>
          </w:p>
          <w:p w14:paraId="3DE8DCED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Krajowa Rada Radiofonii i Telewizji:</w:t>
            </w:r>
          </w:p>
          <w:p w14:paraId="297043B8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i pozycja ustrojowa Krajowej Rady Radiofonii i Telewizji</w:t>
            </w:r>
          </w:p>
          <w:p w14:paraId="52E2B898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Krajowej Rady Radiofonii i Telewizji</w:t>
            </w:r>
          </w:p>
          <w:p w14:paraId="5ED07562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zadania i kompetencje Krajowej Rady Radiofonii i Telewizji</w:t>
            </w:r>
          </w:p>
        </w:tc>
      </w:tr>
      <w:tr w:rsidR="00712D49" w:rsidRPr="007902BB" w14:paraId="6894F6F5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A6803" w14:textId="38B9F1A4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Finanse publiczne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                                   2 godz.</w:t>
            </w:r>
          </w:p>
        </w:tc>
      </w:tr>
      <w:tr w:rsidR="00712D49" w:rsidRPr="007902BB" w14:paraId="32BA92C4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2F3DD" w14:textId="5D3C0C9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Problematyka stanów nadzwyczajnych: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3 godz.</w:t>
            </w:r>
          </w:p>
          <w:p w14:paraId="78E23D79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stan wojenny</w:t>
            </w:r>
          </w:p>
          <w:p w14:paraId="1A5D4325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stan wyjątkowy</w:t>
            </w:r>
          </w:p>
          <w:p w14:paraId="06E5A368" w14:textId="77777777" w:rsidR="00712D49" w:rsidRPr="007902BB" w:rsidRDefault="00712D49" w:rsidP="00555E93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stan klęski żywiołowej</w:t>
            </w:r>
          </w:p>
        </w:tc>
      </w:tr>
      <w:tr w:rsidR="00712D49" w:rsidRPr="007902BB" w14:paraId="3C2225B0" w14:textId="77777777" w:rsidTr="00555E9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D35B5" w14:textId="6D055422" w:rsidR="00712D49" w:rsidRPr="00A5184F" w:rsidRDefault="00712D49" w:rsidP="00555E93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       Suma godzin:                                                                                                                             60 godz.</w:t>
            </w:r>
          </w:p>
        </w:tc>
      </w:tr>
    </w:tbl>
    <w:p w14:paraId="6B7C5323" w14:textId="77777777" w:rsidR="00712D49" w:rsidRPr="00B169DF" w:rsidRDefault="00712D49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173AD37A" w14:textId="77777777" w:rsidR="00070B56" w:rsidRPr="007902BB" w:rsidRDefault="00070B56" w:rsidP="00070B56">
      <w:pPr>
        <w:pStyle w:val="Punktygwne"/>
        <w:jc w:val="both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 xml:space="preserve">Wykład problemowy z prezentacją multimedialną, wykład z elementami konwersatorium, omawianie kazusów. </w:t>
      </w:r>
      <w:r w:rsidRPr="007902BB">
        <w:rPr>
          <w:rFonts w:ascii="Corbel" w:hAnsi="Corbel"/>
          <w:b w:val="0"/>
          <w:iCs/>
          <w:smallCaps w:val="0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 A</w:t>
      </w:r>
      <w:r w:rsidRPr="007902BB">
        <w:rPr>
          <w:rFonts w:ascii="Corbel" w:hAnsi="Corbel"/>
          <w:b w:val="0"/>
          <w:smallCaps w:val="0"/>
          <w:szCs w:val="24"/>
        </w:rPr>
        <w:t xml:space="preserve">naliza i interpretacja aktów normatywnych, dyskusja nad tezami </w:t>
      </w:r>
      <w:r w:rsidRPr="007902BB">
        <w:rPr>
          <w:rFonts w:ascii="Corbel" w:hAnsi="Corbel"/>
          <w:b w:val="0"/>
          <w:smallCaps w:val="0"/>
          <w:szCs w:val="24"/>
        </w:rPr>
        <w:lastRenderedPageBreak/>
        <w:t>doktryny oraz orzecznictwa, rozwiązywanie kazusów, panel dyskusyjny, praca w grupach (rozwiązywanie zadań, dyskusja), gry dydaktyczne, metody kształcenia na odległość.</w:t>
      </w:r>
    </w:p>
    <w:p w14:paraId="01182B1E" w14:textId="77777777" w:rsidR="00070B56" w:rsidRPr="00B169DF" w:rsidRDefault="00070B5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AC72DD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C72DD" w:rsidRPr="00B169DF" w14:paraId="3A51B283" w14:textId="77777777" w:rsidTr="00AC72DD">
        <w:tc>
          <w:tcPr>
            <w:tcW w:w="1962" w:type="dxa"/>
            <w:vAlign w:val="center"/>
          </w:tcPr>
          <w:p w14:paraId="6267168D" w14:textId="7DF95590" w:rsidR="00AC72DD" w:rsidRPr="00B169DF" w:rsidRDefault="00AC72DD" w:rsidP="00AC72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– EK_32</w:t>
            </w:r>
          </w:p>
        </w:tc>
        <w:tc>
          <w:tcPr>
            <w:tcW w:w="5441" w:type="dxa"/>
            <w:vAlign w:val="center"/>
          </w:tcPr>
          <w:p w14:paraId="27D90EF1" w14:textId="61546840" w:rsidR="00AC72DD" w:rsidRPr="00B169DF" w:rsidRDefault="00AC72DD" w:rsidP="00AC72D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 , kolokwium, obserwacja w trakcie zajęć, projekt</w:t>
            </w:r>
          </w:p>
        </w:tc>
        <w:tc>
          <w:tcPr>
            <w:tcW w:w="2117" w:type="dxa"/>
            <w:vAlign w:val="center"/>
          </w:tcPr>
          <w:p w14:paraId="4D1F06B9" w14:textId="7E3051A9" w:rsidR="00AC72DD" w:rsidRPr="00B169DF" w:rsidRDefault="00AC72DD" w:rsidP="00AC72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w</w:t>
            </w: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65C0F3E" w14:textId="77777777" w:rsidR="00AC72DD" w:rsidRPr="007902BB" w:rsidRDefault="00AC72DD" w:rsidP="00AC72DD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7902BB">
              <w:rPr>
                <w:rFonts w:ascii="Corbel" w:hAnsi="Corbel"/>
                <w:b/>
                <w:smallCaps/>
                <w:sz w:val="24"/>
                <w:szCs w:val="24"/>
              </w:rPr>
              <w:t>zaliczenie wykładu – egzamin w formie pisemnej (pytania zamknięte lub opisowe) lub w formie ustnej (</w:t>
            </w:r>
            <w:r w:rsidRPr="007902BB">
              <w:rPr>
                <w:rFonts w:ascii="Corbel" w:eastAsia="Cambria" w:hAnsi="Corbel"/>
                <w:sz w:val="24"/>
                <w:szCs w:val="24"/>
                <w:lang w:eastAsia="pl-PL"/>
              </w:rPr>
              <w:t>student losuje kolejno trzy pytania, na które udziela odpowiedzi; pytania egzaminacyjne obejmują tematy stanowiące przedmiot wykładu oraz ćwiczeń. Przed egzaminem student otrzymuje wykaz zagadnień, w oparciu o który zostaną opracowane pytania).</w:t>
            </w:r>
          </w:p>
          <w:p w14:paraId="54C18980" w14:textId="77777777" w:rsidR="00AC72DD" w:rsidRPr="007902BB" w:rsidRDefault="00AC72DD" w:rsidP="00AC72DD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D462" w14:textId="77777777" w:rsidR="00AC72DD" w:rsidRPr="007902BB" w:rsidRDefault="00AC72DD" w:rsidP="00AC72DD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zaliczenie ćwiczeń– obecność na zajęciach oraz zaliczenie w formie pisemnej (pytania testowe lub opisowe) lub w formie ustnej.</w:t>
            </w:r>
          </w:p>
          <w:p w14:paraId="5D14881F" w14:textId="77777777" w:rsidR="00AC72DD" w:rsidRPr="007902BB" w:rsidRDefault="00AC72DD" w:rsidP="00AC72DD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B6E2E7" w14:textId="77777777" w:rsidR="00AC72DD" w:rsidRPr="007902BB" w:rsidRDefault="00AC72DD" w:rsidP="00AC72DD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 przypadku egzaminu lub zaliczenia w formie pisemnej na ocenę pozytywną należy udzielić przynajmniej 50% poprawnych odpowiedzi. W przypadku egzaminu ustnego konieczne jest udzielenie pełnej odpowiedzi na przynajmniej jedno pytanie.</w:t>
            </w:r>
          </w:p>
          <w:p w14:paraId="3E2BA95C" w14:textId="77777777" w:rsidR="00AC72DD" w:rsidRPr="007902BB" w:rsidRDefault="00AC72DD" w:rsidP="00AC72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umiejętność posługiwania się terminologią, aktualny stan prawny.</w:t>
            </w:r>
          </w:p>
          <w:p w14:paraId="41B0839C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AC72DD">
        <w:tc>
          <w:tcPr>
            <w:tcW w:w="490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C72DD" w:rsidRPr="00B169DF" w14:paraId="02C37FE3" w14:textId="77777777" w:rsidTr="00AC72DD">
        <w:tc>
          <w:tcPr>
            <w:tcW w:w="4902" w:type="dxa"/>
          </w:tcPr>
          <w:p w14:paraId="6754C5C7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73B4ABDC" w14:textId="77777777" w:rsidR="00AC72DD" w:rsidRDefault="00AC72DD" w:rsidP="00AC72D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wykład – 60 godz.</w:t>
            </w:r>
          </w:p>
          <w:p w14:paraId="7531FD32" w14:textId="2D2D9793" w:rsidR="00AC72DD" w:rsidRPr="007902BB" w:rsidRDefault="00AC72DD" w:rsidP="00AC72D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 - 60 godz.</w:t>
            </w:r>
          </w:p>
          <w:p w14:paraId="3A344839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C72DD" w:rsidRPr="00B169DF" w14:paraId="2A4AABEF" w14:textId="77777777" w:rsidTr="00AC72DD">
        <w:tc>
          <w:tcPr>
            <w:tcW w:w="4902" w:type="dxa"/>
          </w:tcPr>
          <w:p w14:paraId="210DDE64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3CF7F11" w14:textId="491CAF34" w:rsidR="00AC72DD" w:rsidRPr="00B169DF" w:rsidRDefault="00AC72DD" w:rsidP="00AC72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790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C72DD" w:rsidRPr="00B169DF" w14:paraId="3796D0EB" w14:textId="77777777" w:rsidTr="00AC72DD">
        <w:tc>
          <w:tcPr>
            <w:tcW w:w="4902" w:type="dxa"/>
          </w:tcPr>
          <w:p w14:paraId="0DB2B3DD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3E3072C" w14:textId="2AF316C7" w:rsidR="00AC72DD" w:rsidRPr="00B169DF" w:rsidRDefault="00AC72DD" w:rsidP="00AC72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  <w:r w:rsidRPr="00790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C72DD" w:rsidRPr="00B169DF" w14:paraId="1ADE6CE7" w14:textId="77777777" w:rsidTr="00AC72DD">
        <w:tc>
          <w:tcPr>
            <w:tcW w:w="4902" w:type="dxa"/>
          </w:tcPr>
          <w:p w14:paraId="2FD9881C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4747719D" w14:textId="4ABD92D4" w:rsidR="00AC72DD" w:rsidRPr="00B169DF" w:rsidRDefault="00AC72DD" w:rsidP="00AC72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AC72DD" w:rsidRPr="00B169DF" w14:paraId="071C4E58" w14:textId="77777777" w:rsidTr="00AC72DD">
        <w:tc>
          <w:tcPr>
            <w:tcW w:w="4902" w:type="dxa"/>
          </w:tcPr>
          <w:p w14:paraId="62049DBA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623D12B" w14:textId="65B6B43E" w:rsidR="00AC72DD" w:rsidRPr="00B169DF" w:rsidRDefault="00AC72DD" w:rsidP="00AC72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6B0D94C2" w:rsidR="0085747A" w:rsidRPr="00B169DF" w:rsidRDefault="00AC72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FB86A63" w:rsidR="0085747A" w:rsidRPr="00B169DF" w:rsidRDefault="00AC72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62AA7807" w14:textId="77777777" w:rsidR="0085747A" w:rsidRPr="00787928" w:rsidRDefault="0085747A" w:rsidP="00787928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B9771F" w14:textId="77777777" w:rsidR="00AC72DD" w:rsidRPr="00787928" w:rsidRDefault="00AC72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0CB8DE4" w14:textId="77777777" w:rsidR="00AC72DD" w:rsidRPr="00787928" w:rsidRDefault="00AC72DD" w:rsidP="00787928">
            <w:pPr>
              <w:pStyle w:val="Punktygwne"/>
              <w:numPr>
                <w:ilvl w:val="0"/>
                <w:numId w:val="2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 xml:space="preserve">W. Skrzydło, Ustrój polityczny RP w świetle Konstytucji z 1997 r., </w:t>
            </w:r>
          </w:p>
          <w:p w14:paraId="5C0F4C80" w14:textId="77777777" w:rsidR="00AC72DD" w:rsidRPr="00787928" w:rsidRDefault="00AC72DD" w:rsidP="00787928">
            <w:pPr>
              <w:pStyle w:val="Punktygwne"/>
              <w:numPr>
                <w:ilvl w:val="0"/>
                <w:numId w:val="2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>Warszawa 2014.</w:t>
            </w:r>
          </w:p>
          <w:p w14:paraId="51F6C130" w14:textId="77777777" w:rsidR="00AC72DD" w:rsidRPr="00787928" w:rsidRDefault="00AC72DD" w:rsidP="0078792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>M. Granat, Prawo konstytucyjne. Pytania i odpowiedzi, 9 wydanie, Warszawa 2019.</w:t>
            </w:r>
          </w:p>
          <w:p w14:paraId="025E1D7E" w14:textId="5F5A2E56" w:rsidR="00AC72DD" w:rsidRPr="00787928" w:rsidRDefault="00AC72DD" w:rsidP="00787928">
            <w:pPr>
              <w:pStyle w:val="Punktygwne"/>
              <w:numPr>
                <w:ilvl w:val="0"/>
                <w:numId w:val="2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>L. Garlicki, Polskie prawo konstytucyjne. Zarys wykładu, Warszawa 2019.</w:t>
            </w:r>
          </w:p>
          <w:p w14:paraId="494C023D" w14:textId="69BEEE2D" w:rsidR="00787928" w:rsidRPr="00787928" w:rsidRDefault="00787928" w:rsidP="0078792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Status prawny polskich symboli narodowych i państwowych, ISBN </w:t>
            </w:r>
            <w:r w:rsidRPr="00787928"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>978-83-8180-761-6</w:t>
            </w:r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Wydawnictwo Adam Marszałek, Toruń 2023, ss. 257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03FEA978" w14:textId="5CC41454" w:rsidR="00787928" w:rsidRPr="00787928" w:rsidRDefault="00787928" w:rsidP="0078792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>About the Need for Constitutional Variability, “Studia Iuridica Lublinensia. Contemporary Challenges of Parliamentarism – Theory and Practice. Special Issue Devoted to the Memory of Professor Wojciech Orłowski (1963–2019)” vol. 31, no. 5, 2022, s. 55-65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5BB802C2" w14:textId="694CCE81" w:rsidR="00787928" w:rsidRPr="00787928" w:rsidRDefault="00787928" w:rsidP="0078792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87928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 xml:space="preserve">The Election for the Office of the President of the Republic of Poland on 10 May 2020 during the COVID-19 Pandemic - A Case Study, </w:t>
            </w:r>
            <w:r w:rsidRPr="00787928">
              <w:rPr>
                <w:rFonts w:ascii="Corbel" w:eastAsia="Times New Roman" w:hAnsi="Corbel"/>
                <w:sz w:val="24"/>
                <w:szCs w:val="24"/>
                <w:shd w:val="clear" w:color="auto" w:fill="FFFFFF"/>
                <w:lang w:val="en-GB" w:eastAsia="pl-PL"/>
              </w:rPr>
              <w:t>współautor: Sabina Grabowska</w:t>
            </w:r>
            <w:r w:rsidRPr="00787928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, “Białostockie Studia Prawnicze” 2022, vol. 27, nr 2, ISSN: 1689-7404, e-ISSN 2719–9452, Wydawca: Wydział Prawa Uniwersytetu w Białymstoku, Białystok 2022, s. 193-206</w:t>
            </w:r>
            <w:r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.</w:t>
            </w:r>
          </w:p>
          <w:p w14:paraId="3D4EC616" w14:textId="429B0B99" w:rsidR="00787928" w:rsidRPr="00787928" w:rsidRDefault="00787928" w:rsidP="0078792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87928"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>Senat Rzeczypospolitej Polskiej - izba druga czy izba drugoplanowa?, “Przegląd Prawa Konstytucyjnego” 2021, nr 4, ISSN 2082-1212, Wydawnictwo Adam Marszałek, Toruń 2021, ss. 449-459</w:t>
            </w:r>
            <w:r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>.</w:t>
            </w:r>
          </w:p>
          <w:p w14:paraId="21B07ABA" w14:textId="77777777" w:rsidR="00787928" w:rsidRPr="00787928" w:rsidRDefault="00787928" w:rsidP="00AC72DD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544F6A" w14:textId="77777777" w:rsidR="00AC72DD" w:rsidRPr="00787928" w:rsidRDefault="00AC72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132916D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1ABCCDB" w14:textId="77777777" w:rsidR="00AC72DD" w:rsidRDefault="00AC72DD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56DEAAA0" w14:textId="58D06101" w:rsidR="00AC72DD" w:rsidRPr="007902BB" w:rsidRDefault="00AC72DD" w:rsidP="00787928">
            <w:pPr>
              <w:pStyle w:val="Punktygwne"/>
              <w:numPr>
                <w:ilvl w:val="0"/>
                <w:numId w:val="3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Banaszak, Prawo konstytucyjne, Warszawa 2015.</w:t>
            </w:r>
          </w:p>
          <w:p w14:paraId="12DF7B1D" w14:textId="02EBED55" w:rsidR="00070B56" w:rsidRDefault="00070B56" w:rsidP="00787928">
            <w:pPr>
              <w:pStyle w:val="Punktygwne"/>
              <w:numPr>
                <w:ilvl w:val="0"/>
                <w:numId w:val="3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S. Grabowska, R. Grabowski, W. Skrzydło, Konstytucja Rzeczypospolitej Polskiej. Komentarz Encyklopedyczny, Warszawa 2009.</w:t>
            </w:r>
          </w:p>
          <w:p w14:paraId="5124F7BF" w14:textId="77777777" w:rsidR="00787928" w:rsidRDefault="00712D49" w:rsidP="00AC72DD">
            <w:pPr>
              <w:pStyle w:val="Punktygwne"/>
              <w:numPr>
                <w:ilvl w:val="0"/>
                <w:numId w:val="3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R. Grabowski, </w:t>
            </w:r>
            <w:r w:rsidRPr="00712D49">
              <w:rPr>
                <w:rFonts w:ascii="Corbel" w:hAnsi="Corbel"/>
                <w:b w:val="0"/>
                <w:smallCaps w:val="0"/>
                <w:szCs w:val="24"/>
              </w:rPr>
              <w:t>XXV lat Konstytucji Rzeczypospolitej Polskiej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712D49">
              <w:rPr>
                <w:rFonts w:ascii="Corbel" w:hAnsi="Corbel"/>
                <w:b w:val="0"/>
                <w:smallCaps w:val="0"/>
                <w:szCs w:val="24"/>
              </w:rPr>
              <w:t>Księga jubileuszowa dedykowana Profesor Halinie Ziębie-Załuckiej z okazji 70 rocznicy urodzin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Toruń 202</w:t>
            </w:r>
            <w:r w:rsidR="00051BCF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9DC769C" w14:textId="77777777" w:rsidR="00787928" w:rsidRDefault="00AC72DD" w:rsidP="00AC72DD">
            <w:pPr>
              <w:pStyle w:val="Punktygwne"/>
              <w:numPr>
                <w:ilvl w:val="0"/>
                <w:numId w:val="3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>P. Sarnecki, Prawo konstytucyjne Rzeczypospolitej Polskiej, Warszawa 2014.</w:t>
            </w:r>
          </w:p>
          <w:p w14:paraId="4596EFF9" w14:textId="4C76EFDB" w:rsidR="00AC72DD" w:rsidRPr="00787928" w:rsidRDefault="00AC72DD" w:rsidP="00AC72DD">
            <w:pPr>
              <w:pStyle w:val="Punktygwne"/>
              <w:numPr>
                <w:ilvl w:val="0"/>
                <w:numId w:val="3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>Z. Witkowski, Prawo konstytucyjne, Toruń 2013.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74CBB" w14:textId="77777777" w:rsidR="007B4C1B" w:rsidRDefault="007B4C1B" w:rsidP="00C16ABF">
      <w:pPr>
        <w:spacing w:after="0" w:line="240" w:lineRule="auto"/>
      </w:pPr>
      <w:r>
        <w:separator/>
      </w:r>
    </w:p>
  </w:endnote>
  <w:endnote w:type="continuationSeparator" w:id="0">
    <w:p w14:paraId="6B8D4284" w14:textId="77777777" w:rsidR="007B4C1B" w:rsidRDefault="007B4C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078AA" w14:textId="77777777" w:rsidR="007B4C1B" w:rsidRDefault="007B4C1B" w:rsidP="00C16ABF">
      <w:pPr>
        <w:spacing w:after="0" w:line="240" w:lineRule="auto"/>
      </w:pPr>
      <w:r>
        <w:separator/>
      </w:r>
    </w:p>
  </w:footnote>
  <w:footnote w:type="continuationSeparator" w:id="0">
    <w:p w14:paraId="25155DAB" w14:textId="77777777" w:rsidR="007B4C1B" w:rsidRDefault="007B4C1B" w:rsidP="00C16ABF">
      <w:pPr>
        <w:spacing w:after="0" w:line="240" w:lineRule="auto"/>
      </w:pPr>
      <w:r>
        <w:continuationSeparator/>
      </w:r>
    </w:p>
  </w:footnote>
  <w:footnote w:id="1">
    <w:p w14:paraId="262CA647" w14:textId="77777777" w:rsidR="00070B56" w:rsidRDefault="00070B5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BC7574"/>
    <w:multiLevelType w:val="hybridMultilevel"/>
    <w:tmpl w:val="6C8A5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A1F8B"/>
    <w:multiLevelType w:val="hybridMultilevel"/>
    <w:tmpl w:val="7BCE0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5363026">
    <w:abstractNumId w:val="0"/>
  </w:num>
  <w:num w:numId="2" w16cid:durableId="973212598">
    <w:abstractNumId w:val="2"/>
  </w:num>
  <w:num w:numId="3" w16cid:durableId="154259423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BCF"/>
    <w:rsid w:val="00070B5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E5E25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00F7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C1"/>
    <w:rsid w:val="006D050F"/>
    <w:rsid w:val="006D6139"/>
    <w:rsid w:val="006E5D65"/>
    <w:rsid w:val="006F1282"/>
    <w:rsid w:val="006F1FBC"/>
    <w:rsid w:val="006F31E2"/>
    <w:rsid w:val="00706544"/>
    <w:rsid w:val="007072BA"/>
    <w:rsid w:val="00712D4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928"/>
    <w:rsid w:val="00787C2A"/>
    <w:rsid w:val="00790E27"/>
    <w:rsid w:val="007A4022"/>
    <w:rsid w:val="007A6E6E"/>
    <w:rsid w:val="007B4C1B"/>
    <w:rsid w:val="007C3299"/>
    <w:rsid w:val="007C3BCC"/>
    <w:rsid w:val="007C4546"/>
    <w:rsid w:val="007D6E56"/>
    <w:rsid w:val="007F4155"/>
    <w:rsid w:val="0081554D"/>
    <w:rsid w:val="0081707E"/>
    <w:rsid w:val="0082444A"/>
    <w:rsid w:val="008449B3"/>
    <w:rsid w:val="008552A2"/>
    <w:rsid w:val="0085747A"/>
    <w:rsid w:val="00884922"/>
    <w:rsid w:val="00885F64"/>
    <w:rsid w:val="008917F9"/>
    <w:rsid w:val="0089189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72DD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04A9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752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3948"/>
    <w:rsid w:val="00FB7DBA"/>
    <w:rsid w:val="00FC1C25"/>
    <w:rsid w:val="00FC3F45"/>
    <w:rsid w:val="00FD4D0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818AA-CD5A-463A-B391-80C4EDAD3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12</Pages>
  <Words>3379</Words>
  <Characters>20276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2023-10-10T08:26:00Z</dcterms:created>
  <dcterms:modified xsi:type="dcterms:W3CDTF">2023-10-30T12:35:00Z</dcterms:modified>
</cp:coreProperties>
</file>